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FCE65" w14:textId="77777777" w:rsidR="00494B62" w:rsidRPr="001D70D1" w:rsidRDefault="009866E2" w:rsidP="009866E2">
      <w:pPr>
        <w:jc w:val="center"/>
        <w:rPr>
          <w:rFonts w:ascii="ＭＳ 明朝" w:eastAsia="ＭＳ 明朝" w:hAnsi="ＭＳ 明朝"/>
          <w:sz w:val="24"/>
          <w:szCs w:val="24"/>
        </w:rPr>
      </w:pPr>
      <w:r w:rsidRPr="001D70D1">
        <w:rPr>
          <w:rFonts w:ascii="ＭＳ 明朝" w:eastAsia="ＭＳ 明朝" w:hAnsi="ＭＳ 明朝" w:hint="eastAsia"/>
          <w:sz w:val="24"/>
          <w:szCs w:val="24"/>
        </w:rPr>
        <w:t>職務経歴書</w:t>
      </w:r>
    </w:p>
    <w:p w14:paraId="6DFDF2BF" w14:textId="77777777" w:rsidR="009866E2" w:rsidRPr="001D70D1" w:rsidRDefault="009866E2" w:rsidP="009866E2">
      <w:pPr>
        <w:jc w:val="right"/>
        <w:rPr>
          <w:rFonts w:ascii="ＭＳ 明朝" w:eastAsia="ＭＳ 明朝" w:hAnsi="ＭＳ 明朝"/>
          <w:sz w:val="18"/>
          <w:szCs w:val="18"/>
        </w:rPr>
      </w:pPr>
      <w:r w:rsidRPr="001D70D1">
        <w:rPr>
          <w:rFonts w:ascii="ＭＳ 明朝" w:eastAsia="ＭＳ 明朝" w:hAnsi="ＭＳ 明朝"/>
          <w:sz w:val="18"/>
          <w:szCs w:val="18"/>
        </w:rPr>
        <w:fldChar w:fldCharType="begin"/>
      </w:r>
      <w:r w:rsidRPr="001D70D1">
        <w:rPr>
          <w:rFonts w:ascii="ＭＳ 明朝" w:eastAsia="ＭＳ 明朝" w:hAnsi="ＭＳ 明朝"/>
          <w:sz w:val="18"/>
          <w:szCs w:val="18"/>
        </w:rPr>
        <w:instrText xml:space="preserve"> </w:instrText>
      </w:r>
      <w:r w:rsidRPr="001D70D1">
        <w:rPr>
          <w:rFonts w:ascii="ＭＳ 明朝" w:eastAsia="ＭＳ 明朝" w:hAnsi="ＭＳ 明朝" w:hint="eastAsia"/>
          <w:sz w:val="18"/>
          <w:szCs w:val="18"/>
        </w:rPr>
        <w:instrText>TIME \@ "yyyy'年'M'月'd'日'"</w:instrText>
      </w:r>
      <w:r w:rsidRPr="001D70D1">
        <w:rPr>
          <w:rFonts w:ascii="ＭＳ 明朝" w:eastAsia="ＭＳ 明朝" w:hAnsi="ＭＳ 明朝"/>
          <w:sz w:val="18"/>
          <w:szCs w:val="18"/>
        </w:rPr>
        <w:instrText xml:space="preserve"> </w:instrText>
      </w:r>
      <w:r w:rsidRPr="001D70D1">
        <w:rPr>
          <w:rFonts w:ascii="ＭＳ 明朝" w:eastAsia="ＭＳ 明朝" w:hAnsi="ＭＳ 明朝"/>
          <w:sz w:val="18"/>
          <w:szCs w:val="18"/>
        </w:rPr>
        <w:fldChar w:fldCharType="separate"/>
      </w:r>
      <w:r w:rsidR="00692E8A">
        <w:rPr>
          <w:rFonts w:ascii="ＭＳ 明朝" w:eastAsia="ＭＳ 明朝" w:hAnsi="ＭＳ 明朝"/>
          <w:noProof/>
          <w:sz w:val="18"/>
          <w:szCs w:val="18"/>
        </w:rPr>
        <w:t>2021年7月30日</w:t>
      </w:r>
      <w:r w:rsidRPr="001D70D1">
        <w:rPr>
          <w:rFonts w:ascii="ＭＳ 明朝" w:eastAsia="ＭＳ 明朝" w:hAnsi="ＭＳ 明朝"/>
          <w:sz w:val="18"/>
          <w:szCs w:val="18"/>
        </w:rPr>
        <w:fldChar w:fldCharType="end"/>
      </w:r>
    </w:p>
    <w:p w14:paraId="42568578" w14:textId="77777777" w:rsidR="009866E2" w:rsidRPr="001D70D1" w:rsidRDefault="009866E2" w:rsidP="009866E2">
      <w:pPr>
        <w:jc w:val="right"/>
        <w:rPr>
          <w:rFonts w:ascii="ＭＳ 明朝" w:eastAsia="ＭＳ 明朝" w:hAnsi="ＭＳ 明朝"/>
          <w:sz w:val="18"/>
          <w:szCs w:val="18"/>
        </w:rPr>
      </w:pPr>
      <w:r w:rsidRPr="001D70D1">
        <w:rPr>
          <w:rFonts w:ascii="ＭＳ 明朝" w:eastAsia="ＭＳ 明朝" w:hAnsi="ＭＳ 明朝" w:hint="eastAsia"/>
          <w:sz w:val="18"/>
          <w:szCs w:val="18"/>
        </w:rPr>
        <w:t>氏名：</w:t>
      </w:r>
    </w:p>
    <w:p w14:paraId="0C4B1EA5" w14:textId="77777777" w:rsidR="009866E2" w:rsidRPr="001D70D1" w:rsidRDefault="009866E2">
      <w:pPr>
        <w:rPr>
          <w:rFonts w:ascii="ＭＳ 明朝" w:eastAsia="ＭＳ 明朝" w:hAnsi="ＭＳ 明朝"/>
          <w:sz w:val="20"/>
          <w:szCs w:val="20"/>
        </w:rPr>
      </w:pPr>
    </w:p>
    <w:p w14:paraId="38E34F72" w14:textId="77777777" w:rsidR="00EE4AC5" w:rsidRPr="001D70D1" w:rsidRDefault="009866E2" w:rsidP="00EE4AC5">
      <w:pPr>
        <w:jc w:val="left"/>
        <w:rPr>
          <w:rFonts w:ascii="ＭＳ 明朝" w:eastAsia="ＭＳ 明朝" w:hAnsi="ＭＳ 明朝"/>
          <w:sz w:val="20"/>
          <w:szCs w:val="20"/>
        </w:rPr>
      </w:pPr>
      <w:r w:rsidRPr="001D70D1">
        <w:rPr>
          <w:rFonts w:ascii="ＭＳ 明朝" w:eastAsia="ＭＳ 明朝" w:hAnsi="ＭＳ 明朝" w:hint="eastAsia"/>
          <w:sz w:val="20"/>
          <w:szCs w:val="20"/>
        </w:rPr>
        <w:t>【職務概要】</w:t>
      </w:r>
    </w:p>
    <w:p w14:paraId="036BA867" w14:textId="77777777" w:rsidR="00EE4AC5" w:rsidRPr="001D70D1" w:rsidRDefault="00EE4AC5" w:rsidP="00EE4AC5">
      <w:pPr>
        <w:jc w:val="left"/>
        <w:rPr>
          <w:rFonts w:ascii="ＭＳ 明朝" w:eastAsia="ＭＳ 明朝" w:hAnsi="ＭＳ 明朝"/>
          <w:sz w:val="20"/>
          <w:szCs w:val="20"/>
        </w:rPr>
      </w:pPr>
      <w:r w:rsidRPr="001D70D1">
        <w:rPr>
          <w:rFonts w:ascii="ＭＳ 明朝" w:eastAsia="ＭＳ 明朝" w:hAnsi="ＭＳ 明朝" w:hint="eastAsia"/>
          <w:sz w:val="20"/>
          <w:szCs w:val="20"/>
        </w:rPr>
        <w:t>〇〇</w:t>
      </w:r>
      <w:r w:rsidRPr="001D70D1">
        <w:rPr>
          <w:rFonts w:ascii="ＭＳ 明朝" w:eastAsia="ＭＳ 明朝" w:hAnsi="ＭＳ 明朝"/>
          <w:sz w:val="20"/>
          <w:szCs w:val="20"/>
        </w:rPr>
        <w:t>大学卒業後、</w:t>
      </w:r>
      <w:r w:rsidRPr="001D70D1">
        <w:rPr>
          <w:rFonts w:ascii="ＭＳ 明朝" w:eastAsia="ＭＳ 明朝" w:hAnsi="ＭＳ 明朝" w:hint="eastAsia"/>
          <w:sz w:val="20"/>
          <w:szCs w:val="20"/>
        </w:rPr>
        <w:t>株式会社〇〇</w:t>
      </w:r>
      <w:r w:rsidRPr="001D70D1">
        <w:rPr>
          <w:rFonts w:ascii="ＭＳ 明朝" w:eastAsia="ＭＳ 明朝" w:hAnsi="ＭＳ 明朝"/>
          <w:sz w:val="20"/>
          <w:szCs w:val="20"/>
        </w:rPr>
        <w:t>銀行に入社。</w:t>
      </w:r>
      <w:r w:rsidRPr="001D70D1">
        <w:rPr>
          <w:rFonts w:ascii="ＭＳ 明朝" w:eastAsia="ＭＳ 明朝" w:hAnsi="ＭＳ 明朝" w:hint="eastAsia"/>
          <w:sz w:val="20"/>
          <w:szCs w:val="20"/>
        </w:rPr>
        <w:t>〇〇</w:t>
      </w:r>
      <w:r w:rsidRPr="001D70D1">
        <w:rPr>
          <w:rFonts w:ascii="ＭＳ 明朝" w:eastAsia="ＭＳ 明朝" w:hAnsi="ＭＳ 明朝"/>
          <w:sz w:val="20"/>
          <w:szCs w:val="20"/>
        </w:rPr>
        <w:t>支店に配属後、OJTを経て預金・融資・預り資産の知識を習得し、個人顧客向けに個人ローン・預り資産の営業に従事。現在は</w:t>
      </w:r>
      <w:r w:rsidRPr="001D70D1">
        <w:rPr>
          <w:rFonts w:ascii="ＭＳ 明朝" w:eastAsia="ＭＳ 明朝" w:hAnsi="ＭＳ 明朝" w:hint="eastAsia"/>
          <w:sz w:val="20"/>
          <w:szCs w:val="20"/>
        </w:rPr>
        <w:t>〇〇</w:t>
      </w:r>
      <w:r w:rsidRPr="001D70D1">
        <w:rPr>
          <w:rFonts w:ascii="ＭＳ 明朝" w:eastAsia="ＭＳ 明朝" w:hAnsi="ＭＳ 明朝"/>
          <w:sz w:val="20"/>
          <w:szCs w:val="20"/>
        </w:rPr>
        <w:t>支店で、中小企業に対する貸出金・金融商品の営業に従事。</w:t>
      </w:r>
    </w:p>
    <w:p w14:paraId="54281EAE" w14:textId="77777777" w:rsidR="00EE4AC5" w:rsidRPr="001D70D1" w:rsidRDefault="00EE4AC5" w:rsidP="00EE4AC5">
      <w:pPr>
        <w:jc w:val="left"/>
        <w:rPr>
          <w:rFonts w:ascii="ＭＳ 明朝" w:eastAsia="ＭＳ 明朝" w:hAnsi="ＭＳ 明朝"/>
          <w:sz w:val="20"/>
          <w:szCs w:val="20"/>
        </w:rPr>
      </w:pPr>
    </w:p>
    <w:p w14:paraId="222DD9F2" w14:textId="77777777" w:rsidR="00EE4AC5" w:rsidRPr="001D70D1" w:rsidRDefault="00EE4AC5" w:rsidP="00EE4AC5">
      <w:pPr>
        <w:rPr>
          <w:rFonts w:ascii="ＭＳ 明朝" w:eastAsia="ＭＳ 明朝" w:hAnsi="ＭＳ 明朝"/>
          <w:sz w:val="20"/>
          <w:szCs w:val="20"/>
        </w:rPr>
      </w:pPr>
      <w:r w:rsidRPr="001D70D1">
        <w:rPr>
          <w:rFonts w:ascii="ＭＳ 明朝" w:eastAsia="ＭＳ 明朝" w:hAnsi="ＭＳ 明朝" w:hint="eastAsia"/>
          <w:sz w:val="20"/>
          <w:szCs w:val="20"/>
        </w:rPr>
        <w:t xml:space="preserve">【活かせる経験・知識・技術】　</w:t>
      </w:r>
    </w:p>
    <w:p w14:paraId="540EDF7F" w14:textId="77777777" w:rsidR="00EE4AC5" w:rsidRPr="001D70D1" w:rsidRDefault="00EE4AC5" w:rsidP="00EE4AC5">
      <w:pPr>
        <w:rPr>
          <w:rFonts w:ascii="ＭＳ 明朝" w:eastAsia="ＭＳ 明朝" w:hAnsi="ＭＳ 明朝"/>
          <w:sz w:val="20"/>
          <w:szCs w:val="20"/>
        </w:rPr>
      </w:pPr>
      <w:r w:rsidRPr="001D70D1">
        <w:rPr>
          <w:rFonts w:ascii="ＭＳ 明朝" w:eastAsia="ＭＳ 明朝" w:hAnsi="ＭＳ 明朝" w:hint="eastAsia"/>
          <w:sz w:val="20"/>
          <w:szCs w:val="20"/>
        </w:rPr>
        <w:t>・新規開拓で鍛えた営業戦略と開拓力</w:t>
      </w:r>
    </w:p>
    <w:p w14:paraId="59A0E905" w14:textId="77777777" w:rsidR="00EE4AC5" w:rsidRPr="001D70D1" w:rsidRDefault="00EE4AC5" w:rsidP="00EE4AC5">
      <w:pPr>
        <w:rPr>
          <w:rFonts w:ascii="ＭＳ 明朝" w:eastAsia="ＭＳ 明朝" w:hAnsi="ＭＳ 明朝"/>
          <w:sz w:val="20"/>
          <w:szCs w:val="20"/>
        </w:rPr>
      </w:pPr>
      <w:r w:rsidRPr="001D70D1">
        <w:rPr>
          <w:rFonts w:ascii="ＭＳ 明朝" w:eastAsia="ＭＳ 明朝" w:hAnsi="ＭＳ 明朝" w:hint="eastAsia"/>
          <w:sz w:val="20"/>
          <w:szCs w:val="20"/>
        </w:rPr>
        <w:t>・顧客へのヒアリングから提案・実行・アフターフォローまで一貫したサービスの提供</w:t>
      </w:r>
    </w:p>
    <w:p w14:paraId="0D185583" w14:textId="77777777" w:rsidR="00EE4AC5" w:rsidRPr="001D70D1" w:rsidRDefault="00EE4AC5" w:rsidP="00EE4AC5">
      <w:pPr>
        <w:rPr>
          <w:rFonts w:ascii="ＭＳ 明朝" w:eastAsia="ＭＳ 明朝" w:hAnsi="ＭＳ 明朝"/>
          <w:sz w:val="20"/>
          <w:szCs w:val="20"/>
        </w:rPr>
      </w:pPr>
      <w:r w:rsidRPr="001D70D1">
        <w:rPr>
          <w:rFonts w:ascii="ＭＳ 明朝" w:eastAsia="ＭＳ 明朝" w:hAnsi="ＭＳ 明朝" w:hint="eastAsia"/>
          <w:sz w:val="20"/>
          <w:szCs w:val="20"/>
        </w:rPr>
        <w:t>・新規開拓で鍛えた分析力・折衝力・リレーション構築力</w:t>
      </w:r>
    </w:p>
    <w:p w14:paraId="79953D41" w14:textId="77777777" w:rsidR="00EE4AC5" w:rsidRPr="001D70D1" w:rsidRDefault="00EE4AC5" w:rsidP="00EE4AC5">
      <w:pPr>
        <w:rPr>
          <w:rFonts w:ascii="ＭＳ 明朝" w:eastAsia="ＭＳ 明朝" w:hAnsi="ＭＳ 明朝"/>
          <w:sz w:val="20"/>
          <w:szCs w:val="20"/>
        </w:rPr>
      </w:pPr>
    </w:p>
    <w:p w14:paraId="6D5BEF6E" w14:textId="77777777" w:rsidR="00EE4AC5" w:rsidRPr="001D70D1" w:rsidRDefault="00EE4AC5" w:rsidP="00EE4AC5">
      <w:pPr>
        <w:rPr>
          <w:rFonts w:ascii="ＭＳ 明朝" w:eastAsia="ＭＳ 明朝" w:hAnsi="ＭＳ 明朝"/>
          <w:sz w:val="20"/>
          <w:szCs w:val="20"/>
        </w:rPr>
      </w:pPr>
      <w:r w:rsidRPr="001D70D1">
        <w:rPr>
          <w:rFonts w:ascii="ＭＳ 明朝" w:eastAsia="ＭＳ 明朝" w:hAnsi="ＭＳ 明朝" w:hint="eastAsia"/>
          <w:sz w:val="20"/>
          <w:szCs w:val="20"/>
        </w:rPr>
        <w:t>【職務経歴】</w:t>
      </w:r>
    </w:p>
    <w:p w14:paraId="7AFD42DF" w14:textId="77777777" w:rsidR="009866E2" w:rsidRPr="001D70D1" w:rsidRDefault="00EE4AC5" w:rsidP="00EE4AC5">
      <w:pPr>
        <w:rPr>
          <w:rFonts w:ascii="ＭＳ 明朝" w:eastAsia="ＭＳ 明朝" w:hAnsi="ＭＳ 明朝"/>
          <w:sz w:val="20"/>
          <w:szCs w:val="20"/>
        </w:rPr>
      </w:pPr>
      <w:r w:rsidRPr="001D70D1">
        <w:rPr>
          <w:rFonts w:ascii="ＭＳ 明朝" w:eastAsia="ＭＳ 明朝" w:hAnsi="ＭＳ 明朝" w:hint="eastAsia"/>
          <w:sz w:val="20"/>
          <w:szCs w:val="20"/>
        </w:rPr>
        <w:t>〇〇〇〇</w:t>
      </w:r>
      <w:r w:rsidRPr="001D70D1">
        <w:rPr>
          <w:rFonts w:ascii="ＭＳ 明朝" w:eastAsia="ＭＳ 明朝" w:hAnsi="ＭＳ 明朝"/>
          <w:sz w:val="20"/>
          <w:szCs w:val="20"/>
        </w:rPr>
        <w:t>年</w:t>
      </w:r>
      <w:r w:rsidRPr="001D70D1">
        <w:rPr>
          <w:rFonts w:ascii="ＭＳ 明朝" w:eastAsia="ＭＳ 明朝" w:hAnsi="ＭＳ 明朝" w:hint="eastAsia"/>
          <w:sz w:val="20"/>
          <w:szCs w:val="20"/>
        </w:rPr>
        <w:t>〇</w:t>
      </w:r>
      <w:r w:rsidRPr="001D70D1">
        <w:rPr>
          <w:rFonts w:ascii="ＭＳ 明朝" w:eastAsia="ＭＳ 明朝" w:hAnsi="ＭＳ 明朝"/>
          <w:sz w:val="20"/>
          <w:szCs w:val="20"/>
        </w:rPr>
        <w:t>月～現在　株式会社</w:t>
      </w:r>
      <w:r w:rsidRPr="001D70D1">
        <w:rPr>
          <w:rFonts w:ascii="ＭＳ 明朝" w:eastAsia="ＭＳ 明朝" w:hAnsi="ＭＳ 明朝" w:hint="eastAsia"/>
          <w:sz w:val="20"/>
          <w:szCs w:val="20"/>
        </w:rPr>
        <w:t>〇〇</w:t>
      </w:r>
      <w:r w:rsidRPr="001D70D1">
        <w:rPr>
          <w:rFonts w:ascii="ＭＳ 明朝" w:eastAsia="ＭＳ 明朝" w:hAnsi="ＭＳ 明朝"/>
          <w:sz w:val="20"/>
          <w:szCs w:val="20"/>
        </w:rPr>
        <w:t>銀行</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8079"/>
      </w:tblGrid>
      <w:tr w:rsidR="006408C2" w:rsidRPr="001D70D1" w14:paraId="2BFC7FEE" w14:textId="77777777" w:rsidTr="001D70D1">
        <w:tc>
          <w:tcPr>
            <w:tcW w:w="1560" w:type="dxa"/>
            <w:shd w:val="clear" w:color="auto" w:fill="auto"/>
          </w:tcPr>
          <w:p w14:paraId="60FB6536" w14:textId="77777777" w:rsidR="006408C2" w:rsidRPr="001D70D1" w:rsidRDefault="006408C2" w:rsidP="00EE4AC5">
            <w:pPr>
              <w:rPr>
                <w:rFonts w:ascii="ＭＳ 明朝" w:eastAsia="ＭＳ 明朝" w:hAnsi="ＭＳ 明朝"/>
                <w:sz w:val="18"/>
                <w:szCs w:val="18"/>
              </w:rPr>
            </w:pPr>
            <w:r w:rsidRPr="001D70D1">
              <w:rPr>
                <w:rFonts w:ascii="ＭＳ 明朝" w:eastAsia="ＭＳ 明朝" w:hAnsi="ＭＳ 明朝" w:hint="eastAsia"/>
                <w:sz w:val="18"/>
                <w:szCs w:val="18"/>
              </w:rPr>
              <w:t>期間</w:t>
            </w:r>
          </w:p>
        </w:tc>
        <w:tc>
          <w:tcPr>
            <w:tcW w:w="8079" w:type="dxa"/>
            <w:shd w:val="clear" w:color="auto" w:fill="auto"/>
          </w:tcPr>
          <w:p w14:paraId="2766C0BB" w14:textId="77777777" w:rsidR="006408C2" w:rsidRPr="001D70D1" w:rsidRDefault="006408C2" w:rsidP="00EE4AC5">
            <w:pPr>
              <w:rPr>
                <w:rFonts w:ascii="ＭＳ 明朝" w:eastAsia="ＭＳ 明朝" w:hAnsi="ＭＳ 明朝"/>
                <w:sz w:val="18"/>
                <w:szCs w:val="18"/>
              </w:rPr>
            </w:pPr>
            <w:r w:rsidRPr="001D70D1">
              <w:rPr>
                <w:rFonts w:ascii="ＭＳ 明朝" w:eastAsia="ＭＳ 明朝" w:hAnsi="ＭＳ 明朝" w:hint="eastAsia"/>
                <w:sz w:val="18"/>
                <w:szCs w:val="18"/>
              </w:rPr>
              <w:t>内容</w:t>
            </w:r>
          </w:p>
        </w:tc>
      </w:tr>
      <w:tr w:rsidR="006408C2" w:rsidRPr="001D70D1" w14:paraId="33250414" w14:textId="77777777" w:rsidTr="001D70D1">
        <w:tc>
          <w:tcPr>
            <w:tcW w:w="1560" w:type="dxa"/>
            <w:shd w:val="clear" w:color="auto" w:fill="auto"/>
          </w:tcPr>
          <w:p w14:paraId="10C49791" w14:textId="77777777" w:rsidR="006408C2" w:rsidRPr="001D70D1" w:rsidRDefault="006408C2" w:rsidP="006408C2">
            <w:pPr>
              <w:rPr>
                <w:rFonts w:ascii="ＭＳ 明朝" w:eastAsia="ＭＳ 明朝" w:hAnsi="ＭＳ 明朝"/>
                <w:sz w:val="18"/>
                <w:szCs w:val="18"/>
              </w:rPr>
            </w:pPr>
            <w:r w:rsidRPr="001D70D1">
              <w:rPr>
                <w:rFonts w:ascii="ＭＳ 明朝" w:eastAsia="ＭＳ 明朝" w:hAnsi="ＭＳ 明朝" w:hint="eastAsia"/>
                <w:sz w:val="18"/>
                <w:szCs w:val="18"/>
              </w:rPr>
              <w:t>〇〇〇〇</w:t>
            </w:r>
            <w:r w:rsidRPr="001D70D1">
              <w:rPr>
                <w:rFonts w:ascii="ＭＳ 明朝" w:eastAsia="ＭＳ 明朝" w:hAnsi="ＭＳ 明朝"/>
                <w:sz w:val="18"/>
                <w:szCs w:val="18"/>
              </w:rPr>
              <w:t>年</w:t>
            </w:r>
            <w:r w:rsidRPr="001D70D1">
              <w:rPr>
                <w:rFonts w:ascii="ＭＳ 明朝" w:eastAsia="ＭＳ 明朝" w:hAnsi="ＭＳ 明朝" w:hint="eastAsia"/>
                <w:sz w:val="18"/>
                <w:szCs w:val="18"/>
              </w:rPr>
              <w:t>〇</w:t>
            </w:r>
            <w:r w:rsidRPr="001D70D1">
              <w:rPr>
                <w:rFonts w:ascii="ＭＳ 明朝" w:eastAsia="ＭＳ 明朝" w:hAnsi="ＭＳ 明朝"/>
                <w:sz w:val="18"/>
                <w:szCs w:val="18"/>
              </w:rPr>
              <w:t>月</w:t>
            </w:r>
          </w:p>
          <w:p w14:paraId="60F761CD" w14:textId="77777777" w:rsidR="006408C2" w:rsidRPr="001D70D1" w:rsidRDefault="006408C2" w:rsidP="00EE4AC5">
            <w:pPr>
              <w:rPr>
                <w:rFonts w:ascii="ＭＳ 明朝" w:eastAsia="ＭＳ 明朝" w:hAnsi="ＭＳ 明朝"/>
                <w:sz w:val="18"/>
                <w:szCs w:val="18"/>
              </w:rPr>
            </w:pPr>
            <w:r w:rsidRPr="001D70D1">
              <w:rPr>
                <w:rFonts w:ascii="ＭＳ 明朝" w:eastAsia="ＭＳ 明朝" w:hAnsi="ＭＳ 明朝"/>
                <w:sz w:val="18"/>
                <w:szCs w:val="18"/>
              </w:rPr>
              <w:t>～</w:t>
            </w:r>
          </w:p>
          <w:p w14:paraId="0D6FE44C" w14:textId="77777777" w:rsidR="006408C2" w:rsidRPr="001D70D1" w:rsidRDefault="006408C2" w:rsidP="00EE4AC5">
            <w:pPr>
              <w:rPr>
                <w:rFonts w:ascii="ＭＳ 明朝" w:eastAsia="ＭＳ 明朝" w:hAnsi="ＭＳ 明朝"/>
                <w:sz w:val="18"/>
                <w:szCs w:val="18"/>
              </w:rPr>
            </w:pPr>
            <w:r w:rsidRPr="001D70D1">
              <w:rPr>
                <w:rFonts w:ascii="ＭＳ 明朝" w:eastAsia="ＭＳ 明朝" w:hAnsi="ＭＳ 明朝"/>
                <w:sz w:val="18"/>
                <w:szCs w:val="18"/>
              </w:rPr>
              <w:t>現在</w:t>
            </w:r>
          </w:p>
        </w:tc>
        <w:tc>
          <w:tcPr>
            <w:tcW w:w="8079" w:type="dxa"/>
            <w:shd w:val="clear" w:color="auto" w:fill="auto"/>
          </w:tcPr>
          <w:p w14:paraId="1895DD87" w14:textId="77777777" w:rsidR="006408C2" w:rsidRPr="001D70D1" w:rsidRDefault="006408C2" w:rsidP="00EE4AC5">
            <w:pPr>
              <w:rPr>
                <w:rFonts w:ascii="ＭＳ 明朝" w:eastAsia="ＭＳ 明朝" w:hAnsi="ＭＳ 明朝"/>
                <w:sz w:val="18"/>
                <w:szCs w:val="18"/>
              </w:rPr>
            </w:pPr>
            <w:r w:rsidRPr="001D70D1">
              <w:rPr>
                <w:rFonts w:ascii="ＭＳ 明朝" w:eastAsia="ＭＳ 明朝" w:hAnsi="ＭＳ 明朝" w:hint="eastAsia"/>
                <w:sz w:val="18"/>
                <w:szCs w:val="18"/>
              </w:rPr>
              <w:t>〇〇支店</w:t>
            </w:r>
          </w:p>
          <w:p w14:paraId="48603412" w14:textId="77777777" w:rsidR="006408C2" w:rsidRPr="001D70D1" w:rsidRDefault="006408C2" w:rsidP="006408C2">
            <w:pPr>
              <w:rPr>
                <w:rFonts w:ascii="ＭＳ 明朝" w:eastAsia="ＭＳ 明朝" w:hAnsi="ＭＳ 明朝"/>
                <w:sz w:val="18"/>
                <w:szCs w:val="18"/>
              </w:rPr>
            </w:pPr>
            <w:r w:rsidRPr="001D70D1">
              <w:rPr>
                <w:rFonts w:ascii="ＭＳ 明朝" w:eastAsia="ＭＳ 明朝" w:hAnsi="ＭＳ 明朝" w:hint="eastAsia"/>
                <w:sz w:val="18"/>
                <w:szCs w:val="18"/>
              </w:rPr>
              <w:t>区内のマーケット・顧客を知るために支店内で融資窓口・事務業務を半年間経験後、営業係として既存顧客</w:t>
            </w:r>
            <w:r w:rsidR="00D31A15" w:rsidRPr="001D70D1">
              <w:rPr>
                <w:rFonts w:ascii="ＭＳ 明朝" w:eastAsia="ＭＳ 明朝" w:hAnsi="ＭＳ 明朝" w:hint="eastAsia"/>
                <w:sz w:val="18"/>
                <w:szCs w:val="18"/>
              </w:rPr>
              <w:t>〇</w:t>
            </w:r>
            <w:r w:rsidRPr="001D70D1">
              <w:rPr>
                <w:rFonts w:ascii="ＭＳ 明朝" w:eastAsia="ＭＳ 明朝" w:hAnsi="ＭＳ 明朝"/>
                <w:sz w:val="18"/>
                <w:szCs w:val="18"/>
              </w:rPr>
              <w:t>社に対する貸出金・金融商品のセールスに加え、新規融資取引先の開拓を行う。</w:t>
            </w:r>
          </w:p>
          <w:p w14:paraId="2DBA80F0" w14:textId="77777777" w:rsidR="006408C2" w:rsidRPr="001D70D1" w:rsidRDefault="006408C2" w:rsidP="006408C2">
            <w:pPr>
              <w:rPr>
                <w:rFonts w:ascii="ＭＳ 明朝" w:eastAsia="ＭＳ 明朝" w:hAnsi="ＭＳ 明朝"/>
                <w:sz w:val="18"/>
                <w:szCs w:val="18"/>
              </w:rPr>
            </w:pPr>
          </w:p>
          <w:p w14:paraId="66F14E54" w14:textId="77777777" w:rsidR="006408C2" w:rsidRPr="001D70D1" w:rsidRDefault="006408C2" w:rsidP="006408C2">
            <w:pPr>
              <w:rPr>
                <w:rFonts w:ascii="ＭＳ 明朝" w:eastAsia="ＭＳ 明朝" w:hAnsi="ＭＳ 明朝"/>
                <w:sz w:val="18"/>
                <w:szCs w:val="18"/>
              </w:rPr>
            </w:pPr>
            <w:r w:rsidRPr="001D70D1">
              <w:rPr>
                <w:rFonts w:ascii="ＭＳ 明朝" w:eastAsia="ＭＳ 明朝" w:hAnsi="ＭＳ 明朝" w:hint="eastAsia"/>
                <w:sz w:val="18"/>
                <w:szCs w:val="18"/>
              </w:rPr>
              <w:t>【業務内容】貸出金・金融商品のセールス。新規融資先の開拓。</w:t>
            </w:r>
          </w:p>
          <w:p w14:paraId="5256CFDF" w14:textId="77777777" w:rsidR="00DE779E" w:rsidRPr="001D70D1" w:rsidRDefault="00DE779E" w:rsidP="006408C2">
            <w:pPr>
              <w:rPr>
                <w:rFonts w:ascii="ＭＳ 明朝" w:eastAsia="ＭＳ 明朝" w:hAnsi="ＭＳ 明朝"/>
                <w:sz w:val="18"/>
                <w:szCs w:val="18"/>
              </w:rPr>
            </w:pPr>
            <w:r w:rsidRPr="001D70D1">
              <w:rPr>
                <w:rFonts w:ascii="ＭＳ 明朝" w:eastAsia="ＭＳ 明朝" w:hAnsi="ＭＳ 明朝" w:hint="eastAsia"/>
                <w:sz w:val="18"/>
                <w:szCs w:val="18"/>
              </w:rPr>
              <w:t>【営業スタイル】法人〇％：個人〇％　既存〇％：新規〇％</w:t>
            </w:r>
          </w:p>
          <w:p w14:paraId="6771724E" w14:textId="77777777" w:rsidR="006408C2" w:rsidRPr="001D70D1" w:rsidRDefault="006408C2" w:rsidP="006408C2">
            <w:pPr>
              <w:rPr>
                <w:rFonts w:ascii="ＭＳ 明朝" w:eastAsia="ＭＳ 明朝" w:hAnsi="ＭＳ 明朝"/>
                <w:sz w:val="18"/>
                <w:szCs w:val="18"/>
              </w:rPr>
            </w:pPr>
            <w:r w:rsidRPr="001D70D1">
              <w:rPr>
                <w:rFonts w:ascii="ＭＳ 明朝" w:eastAsia="ＭＳ 明朝" w:hAnsi="ＭＳ 明朝" w:hint="eastAsia"/>
                <w:sz w:val="18"/>
                <w:szCs w:val="18"/>
              </w:rPr>
              <w:t>【担当サービス】貸金、ビジネスマッチング、事業承継、外為取引、法人保険、確定拠出年金、預り資産。</w:t>
            </w:r>
          </w:p>
          <w:p w14:paraId="063B0171" w14:textId="77777777" w:rsidR="006408C2" w:rsidRPr="001D70D1" w:rsidRDefault="006408C2" w:rsidP="006408C2">
            <w:pPr>
              <w:rPr>
                <w:rFonts w:ascii="ＭＳ 明朝" w:eastAsia="ＭＳ 明朝" w:hAnsi="ＭＳ 明朝"/>
                <w:sz w:val="18"/>
                <w:szCs w:val="18"/>
              </w:rPr>
            </w:pPr>
            <w:r w:rsidRPr="001D70D1">
              <w:rPr>
                <w:rFonts w:ascii="ＭＳ 明朝" w:eastAsia="ＭＳ 明朝" w:hAnsi="ＭＳ 明朝" w:hint="eastAsia"/>
                <w:sz w:val="18"/>
                <w:szCs w:val="18"/>
              </w:rPr>
              <w:t>【担当エリア】〇〇区内</w:t>
            </w:r>
          </w:p>
          <w:p w14:paraId="20B2FD22" w14:textId="77777777" w:rsidR="006408C2" w:rsidRPr="001D70D1" w:rsidRDefault="006408C2" w:rsidP="006408C2">
            <w:pPr>
              <w:rPr>
                <w:rFonts w:ascii="ＭＳ 明朝" w:eastAsia="ＭＳ 明朝" w:hAnsi="ＭＳ 明朝"/>
                <w:sz w:val="18"/>
                <w:szCs w:val="18"/>
              </w:rPr>
            </w:pPr>
            <w:r w:rsidRPr="001D70D1">
              <w:rPr>
                <w:rFonts w:ascii="ＭＳ 明朝" w:eastAsia="ＭＳ 明朝" w:hAnsi="ＭＳ 明朝" w:hint="eastAsia"/>
                <w:sz w:val="18"/>
                <w:szCs w:val="18"/>
              </w:rPr>
              <w:t>【主な実績】</w:t>
            </w:r>
          </w:p>
          <w:p w14:paraId="0DA5B3DB" w14:textId="77777777" w:rsidR="00D31A15" w:rsidRPr="001D70D1" w:rsidRDefault="00D31A15" w:rsidP="00D31A15">
            <w:pPr>
              <w:rPr>
                <w:rFonts w:ascii="ＭＳ 明朝" w:eastAsia="ＭＳ 明朝" w:hAnsi="ＭＳ 明朝"/>
                <w:sz w:val="18"/>
                <w:szCs w:val="18"/>
              </w:rPr>
            </w:pPr>
            <w:r w:rsidRPr="001D70D1">
              <w:rPr>
                <w:rFonts w:ascii="ＭＳ 明朝" w:eastAsia="ＭＳ 明朝" w:hAnsi="ＭＳ 明朝" w:hint="eastAsia"/>
                <w:sz w:val="18"/>
                <w:szCs w:val="18"/>
              </w:rPr>
              <w:t>〇〇〇〇</w:t>
            </w:r>
            <w:r w:rsidRPr="001D70D1">
              <w:rPr>
                <w:rFonts w:ascii="ＭＳ 明朝" w:eastAsia="ＭＳ 明朝" w:hAnsi="ＭＳ 明朝"/>
                <w:sz w:val="18"/>
                <w:szCs w:val="18"/>
              </w:rPr>
              <w:t>年上期収益目標：</w:t>
            </w:r>
            <w:r w:rsidRPr="001D70D1">
              <w:rPr>
                <w:rFonts w:ascii="ＭＳ 明朝" w:eastAsia="ＭＳ 明朝" w:hAnsi="ＭＳ 明朝" w:hint="eastAsia"/>
                <w:sz w:val="18"/>
                <w:szCs w:val="18"/>
              </w:rPr>
              <w:t>〇</w:t>
            </w:r>
            <w:r w:rsidRPr="001D70D1">
              <w:rPr>
                <w:rFonts w:ascii="ＭＳ 明朝" w:eastAsia="ＭＳ 明朝" w:hAnsi="ＭＳ 明朝"/>
                <w:sz w:val="18"/>
                <w:szCs w:val="18"/>
              </w:rPr>
              <w:t>千円（支店内平均</w:t>
            </w:r>
            <w:r w:rsidRPr="001D70D1">
              <w:rPr>
                <w:rFonts w:ascii="ＭＳ 明朝" w:eastAsia="ＭＳ 明朝" w:hAnsi="ＭＳ 明朝" w:hint="eastAsia"/>
                <w:sz w:val="18"/>
                <w:szCs w:val="18"/>
              </w:rPr>
              <w:t>〇</w:t>
            </w:r>
            <w:r w:rsidRPr="001D70D1">
              <w:rPr>
                <w:rFonts w:ascii="ＭＳ 明朝" w:eastAsia="ＭＳ 明朝" w:hAnsi="ＭＳ 明朝"/>
                <w:sz w:val="18"/>
                <w:szCs w:val="18"/>
              </w:rPr>
              <w:t>千円）</w:t>
            </w:r>
          </w:p>
          <w:p w14:paraId="28F19C5F" w14:textId="77777777" w:rsidR="00D31A15" w:rsidRPr="001D70D1" w:rsidRDefault="00D31A15" w:rsidP="00D31A15">
            <w:pPr>
              <w:rPr>
                <w:rFonts w:ascii="ＭＳ 明朝" w:eastAsia="ＭＳ 明朝" w:hAnsi="ＭＳ 明朝"/>
                <w:sz w:val="18"/>
                <w:szCs w:val="18"/>
              </w:rPr>
            </w:pPr>
            <w:r w:rsidRPr="001D70D1">
              <w:rPr>
                <w:rFonts w:ascii="ＭＳ 明朝" w:eastAsia="ＭＳ 明朝" w:hAnsi="ＭＳ 明朝" w:hint="eastAsia"/>
                <w:sz w:val="18"/>
                <w:szCs w:val="18"/>
              </w:rPr>
              <w:t>〇〇〇〇</w:t>
            </w:r>
            <w:r w:rsidRPr="001D70D1">
              <w:rPr>
                <w:rFonts w:ascii="ＭＳ 明朝" w:eastAsia="ＭＳ 明朝" w:hAnsi="ＭＳ 明朝"/>
                <w:sz w:val="18"/>
                <w:szCs w:val="18"/>
              </w:rPr>
              <w:t>年上期収益実績：</w:t>
            </w:r>
            <w:r w:rsidRPr="001D70D1">
              <w:rPr>
                <w:rFonts w:ascii="ＭＳ 明朝" w:eastAsia="ＭＳ 明朝" w:hAnsi="ＭＳ 明朝" w:hint="eastAsia"/>
                <w:sz w:val="18"/>
                <w:szCs w:val="18"/>
              </w:rPr>
              <w:t>〇</w:t>
            </w:r>
            <w:r w:rsidRPr="001D70D1">
              <w:rPr>
                <w:rFonts w:ascii="ＭＳ 明朝" w:eastAsia="ＭＳ 明朝" w:hAnsi="ＭＳ 明朝"/>
                <w:sz w:val="18"/>
                <w:szCs w:val="18"/>
              </w:rPr>
              <w:t>千円（支店内平均</w:t>
            </w:r>
            <w:r w:rsidRPr="001D70D1">
              <w:rPr>
                <w:rFonts w:ascii="ＭＳ 明朝" w:eastAsia="ＭＳ 明朝" w:hAnsi="ＭＳ 明朝" w:hint="eastAsia"/>
                <w:sz w:val="18"/>
                <w:szCs w:val="18"/>
              </w:rPr>
              <w:t>〇</w:t>
            </w:r>
            <w:r w:rsidRPr="001D70D1">
              <w:rPr>
                <w:rFonts w:ascii="ＭＳ 明朝" w:eastAsia="ＭＳ 明朝" w:hAnsi="ＭＳ 明朝"/>
                <w:sz w:val="18"/>
                <w:szCs w:val="18"/>
              </w:rPr>
              <w:t>千円）</w:t>
            </w:r>
          </w:p>
          <w:p w14:paraId="5808AABF" w14:textId="77777777" w:rsidR="00D31A15" w:rsidRPr="001D70D1" w:rsidRDefault="00D31A15" w:rsidP="00D31A15">
            <w:pPr>
              <w:rPr>
                <w:rFonts w:ascii="ＭＳ 明朝" w:eastAsia="ＭＳ 明朝" w:hAnsi="ＭＳ 明朝"/>
                <w:sz w:val="18"/>
                <w:szCs w:val="18"/>
              </w:rPr>
            </w:pPr>
            <w:r w:rsidRPr="001D70D1">
              <w:rPr>
                <w:rFonts w:ascii="ＭＳ 明朝" w:eastAsia="ＭＳ 明朝" w:hAnsi="ＭＳ 明朝" w:hint="eastAsia"/>
                <w:sz w:val="18"/>
                <w:szCs w:val="18"/>
              </w:rPr>
              <w:t>目標達成率：〇</w:t>
            </w:r>
            <w:r w:rsidRPr="001D70D1">
              <w:rPr>
                <w:rFonts w:ascii="ＭＳ 明朝" w:eastAsia="ＭＳ 明朝" w:hAnsi="ＭＳ 明朝"/>
                <w:sz w:val="18"/>
                <w:szCs w:val="18"/>
              </w:rPr>
              <w:t>％（支店内平均</w:t>
            </w:r>
            <w:r w:rsidRPr="001D70D1">
              <w:rPr>
                <w:rFonts w:ascii="ＭＳ 明朝" w:eastAsia="ＭＳ 明朝" w:hAnsi="ＭＳ 明朝" w:hint="eastAsia"/>
                <w:sz w:val="18"/>
                <w:szCs w:val="18"/>
              </w:rPr>
              <w:t>〇</w:t>
            </w:r>
            <w:r w:rsidRPr="001D70D1">
              <w:rPr>
                <w:rFonts w:ascii="ＭＳ 明朝" w:eastAsia="ＭＳ 明朝" w:hAnsi="ＭＳ 明朝"/>
                <w:sz w:val="18"/>
                <w:szCs w:val="18"/>
              </w:rPr>
              <w:t>％）</w:t>
            </w:r>
          </w:p>
          <w:p w14:paraId="5F8B511A" w14:textId="77777777" w:rsidR="006408C2" w:rsidRPr="001D70D1" w:rsidRDefault="006408C2" w:rsidP="00D31A15">
            <w:pPr>
              <w:rPr>
                <w:rFonts w:ascii="ＭＳ 明朝" w:eastAsia="ＭＳ 明朝" w:hAnsi="ＭＳ 明朝"/>
                <w:sz w:val="18"/>
                <w:szCs w:val="18"/>
              </w:rPr>
            </w:pPr>
            <w:r w:rsidRPr="001D70D1">
              <w:rPr>
                <w:rFonts w:ascii="ＭＳ 明朝" w:eastAsia="ＭＳ 明朝" w:hAnsi="ＭＳ 明朝" w:hint="eastAsia"/>
                <w:sz w:val="18"/>
                <w:szCs w:val="18"/>
              </w:rPr>
              <w:t>営業係</w:t>
            </w:r>
            <w:r w:rsidR="00D31A15" w:rsidRPr="001D70D1">
              <w:rPr>
                <w:rFonts w:ascii="ＭＳ 明朝" w:eastAsia="ＭＳ 明朝" w:hAnsi="ＭＳ 明朝" w:hint="eastAsia"/>
                <w:sz w:val="18"/>
                <w:szCs w:val="18"/>
              </w:rPr>
              <w:t>〇</w:t>
            </w:r>
            <w:r w:rsidRPr="001D70D1">
              <w:rPr>
                <w:rFonts w:ascii="ＭＳ 明朝" w:eastAsia="ＭＳ 明朝" w:hAnsi="ＭＳ 明朝"/>
                <w:sz w:val="18"/>
                <w:szCs w:val="18"/>
              </w:rPr>
              <w:t>年間で新規融資先開拓数</w:t>
            </w:r>
            <w:r w:rsidR="00D31A15" w:rsidRPr="001D70D1">
              <w:rPr>
                <w:rFonts w:ascii="ＭＳ 明朝" w:eastAsia="ＭＳ 明朝" w:hAnsi="ＭＳ 明朝" w:hint="eastAsia"/>
                <w:sz w:val="18"/>
                <w:szCs w:val="18"/>
              </w:rPr>
              <w:t>〇</w:t>
            </w:r>
            <w:r w:rsidRPr="001D70D1">
              <w:rPr>
                <w:rFonts w:ascii="ＭＳ 明朝" w:eastAsia="ＭＳ 明朝" w:hAnsi="ＭＳ 明朝"/>
                <w:sz w:val="18"/>
                <w:szCs w:val="18"/>
              </w:rPr>
              <w:t>先（法人</w:t>
            </w:r>
            <w:r w:rsidR="00D31A15" w:rsidRPr="001D70D1">
              <w:rPr>
                <w:rFonts w:ascii="ＭＳ 明朝" w:eastAsia="ＭＳ 明朝" w:hAnsi="ＭＳ 明朝" w:hint="eastAsia"/>
                <w:sz w:val="18"/>
                <w:szCs w:val="18"/>
              </w:rPr>
              <w:t>〇</w:t>
            </w:r>
            <w:r w:rsidRPr="001D70D1">
              <w:rPr>
                <w:rFonts w:ascii="ＭＳ 明朝" w:eastAsia="ＭＳ 明朝" w:hAnsi="ＭＳ 明朝"/>
                <w:sz w:val="18"/>
                <w:szCs w:val="18"/>
              </w:rPr>
              <w:t>先、個人</w:t>
            </w:r>
            <w:r w:rsidR="00D31A15" w:rsidRPr="001D70D1">
              <w:rPr>
                <w:rFonts w:ascii="ＭＳ 明朝" w:eastAsia="ＭＳ 明朝" w:hAnsi="ＭＳ 明朝" w:hint="eastAsia"/>
                <w:sz w:val="18"/>
                <w:szCs w:val="18"/>
              </w:rPr>
              <w:t>〇</w:t>
            </w:r>
            <w:r w:rsidRPr="001D70D1">
              <w:rPr>
                <w:rFonts w:ascii="ＭＳ 明朝" w:eastAsia="ＭＳ 明朝" w:hAnsi="ＭＳ 明朝"/>
                <w:sz w:val="18"/>
                <w:szCs w:val="18"/>
              </w:rPr>
              <w:t>件）。</w:t>
            </w:r>
          </w:p>
          <w:p w14:paraId="7EB34BFA" w14:textId="77777777" w:rsidR="006408C2" w:rsidRPr="001D70D1" w:rsidRDefault="006408C2" w:rsidP="006408C2">
            <w:pPr>
              <w:rPr>
                <w:rFonts w:ascii="ＭＳ 明朝" w:eastAsia="ＭＳ 明朝" w:hAnsi="ＭＳ 明朝"/>
                <w:sz w:val="18"/>
                <w:szCs w:val="18"/>
              </w:rPr>
            </w:pPr>
            <w:r w:rsidRPr="001D70D1">
              <w:rPr>
                <w:rFonts w:ascii="ＭＳ 明朝" w:eastAsia="ＭＳ 明朝" w:hAnsi="ＭＳ 明朝" w:hint="eastAsia"/>
                <w:sz w:val="18"/>
                <w:szCs w:val="18"/>
              </w:rPr>
              <w:t>〇〇〇〇</w:t>
            </w:r>
            <w:r w:rsidRPr="001D70D1">
              <w:rPr>
                <w:rFonts w:ascii="ＭＳ 明朝" w:eastAsia="ＭＳ 明朝" w:hAnsi="ＭＳ 明朝"/>
                <w:sz w:val="18"/>
                <w:szCs w:val="18"/>
              </w:rPr>
              <w:t>年下期に重要項目である新規融資開拓目標100％達成。</w:t>
            </w:r>
          </w:p>
          <w:p w14:paraId="3F76A77D" w14:textId="77777777" w:rsidR="006408C2" w:rsidRPr="001D70D1" w:rsidRDefault="006408C2" w:rsidP="006408C2">
            <w:pPr>
              <w:rPr>
                <w:rFonts w:ascii="ＭＳ 明朝" w:eastAsia="ＭＳ 明朝" w:hAnsi="ＭＳ 明朝"/>
                <w:sz w:val="18"/>
                <w:szCs w:val="18"/>
              </w:rPr>
            </w:pPr>
            <w:r w:rsidRPr="001D70D1">
              <w:rPr>
                <w:rFonts w:ascii="ＭＳ 明朝" w:eastAsia="ＭＳ 明朝" w:hAnsi="ＭＳ 明朝" w:hint="eastAsia"/>
                <w:sz w:val="18"/>
                <w:szCs w:val="18"/>
              </w:rPr>
              <w:t>〇〇〇〇</w:t>
            </w:r>
            <w:r w:rsidRPr="001D70D1">
              <w:rPr>
                <w:rFonts w:ascii="ＭＳ 明朝" w:eastAsia="ＭＳ 明朝" w:hAnsi="ＭＳ 明朝"/>
                <w:sz w:val="18"/>
                <w:szCs w:val="18"/>
              </w:rPr>
              <w:t>年上期に重要項目である新規融資開拓・収益目標100%以上を達成。</w:t>
            </w:r>
          </w:p>
          <w:p w14:paraId="46042F04" w14:textId="77777777" w:rsidR="006408C2" w:rsidRPr="001D70D1" w:rsidRDefault="006408C2" w:rsidP="006408C2">
            <w:pPr>
              <w:rPr>
                <w:rFonts w:ascii="ＭＳ 明朝" w:eastAsia="ＭＳ 明朝" w:hAnsi="ＭＳ 明朝"/>
                <w:sz w:val="18"/>
                <w:szCs w:val="18"/>
              </w:rPr>
            </w:pPr>
            <w:r w:rsidRPr="001D70D1">
              <w:rPr>
                <w:rFonts w:ascii="ＭＳ 明朝" w:eastAsia="ＭＳ 明朝" w:hAnsi="ＭＳ 明朝" w:hint="eastAsia"/>
                <w:sz w:val="18"/>
                <w:szCs w:val="18"/>
              </w:rPr>
              <w:t>【工夫点】</w:t>
            </w:r>
          </w:p>
          <w:p w14:paraId="298C86AB" w14:textId="77777777" w:rsidR="006408C2" w:rsidRPr="001D70D1" w:rsidRDefault="006408C2" w:rsidP="006408C2">
            <w:pPr>
              <w:rPr>
                <w:rFonts w:ascii="ＭＳ 明朝" w:eastAsia="ＭＳ 明朝" w:hAnsi="ＭＳ 明朝"/>
                <w:sz w:val="18"/>
                <w:szCs w:val="18"/>
              </w:rPr>
            </w:pPr>
            <w:r w:rsidRPr="001D70D1">
              <w:rPr>
                <w:rFonts w:ascii="ＭＳ 明朝" w:eastAsia="ＭＳ 明朝" w:hAnsi="ＭＳ 明朝" w:hint="eastAsia"/>
                <w:sz w:val="18"/>
                <w:szCs w:val="18"/>
              </w:rPr>
              <w:t>①新規融資開拓においては当行がノウハウを持っている〇〇業関連企業を中心にアプローチ。</w:t>
            </w:r>
          </w:p>
          <w:p w14:paraId="0F171C46" w14:textId="77777777" w:rsidR="006408C2" w:rsidRPr="001D70D1" w:rsidRDefault="006408C2" w:rsidP="006408C2">
            <w:pPr>
              <w:rPr>
                <w:rFonts w:ascii="ＭＳ 明朝" w:eastAsia="ＭＳ 明朝" w:hAnsi="ＭＳ 明朝"/>
                <w:sz w:val="18"/>
                <w:szCs w:val="18"/>
              </w:rPr>
            </w:pPr>
            <w:r w:rsidRPr="001D70D1">
              <w:rPr>
                <w:rFonts w:ascii="ＭＳ 明朝" w:eastAsia="ＭＳ 明朝" w:hAnsi="ＭＳ 明朝" w:hint="eastAsia"/>
                <w:sz w:val="18"/>
                <w:szCs w:val="18"/>
              </w:rPr>
              <w:t>②多様な金融商品を提案するためには、専門性のある本部担当者や外部提携先との連携が不可欠に</w:t>
            </w:r>
          </w:p>
          <w:p w14:paraId="04A46E38" w14:textId="77777777" w:rsidR="006408C2" w:rsidRPr="001D70D1" w:rsidRDefault="006408C2" w:rsidP="006408C2">
            <w:pPr>
              <w:rPr>
                <w:rFonts w:ascii="ＭＳ 明朝" w:eastAsia="ＭＳ 明朝" w:hAnsi="ＭＳ 明朝"/>
                <w:sz w:val="18"/>
                <w:szCs w:val="18"/>
              </w:rPr>
            </w:pPr>
            <w:r w:rsidRPr="001D70D1">
              <w:rPr>
                <w:rFonts w:ascii="ＭＳ 明朝" w:eastAsia="ＭＳ 明朝" w:hAnsi="ＭＳ 明朝" w:hint="eastAsia"/>
                <w:sz w:val="18"/>
                <w:szCs w:val="18"/>
              </w:rPr>
              <w:t xml:space="preserve">　なる。案件を進める上で関係者に適切なタイミングで適切な情報を伝達することを徹底。</w:t>
            </w:r>
          </w:p>
        </w:tc>
      </w:tr>
      <w:tr w:rsidR="006408C2" w:rsidRPr="001D70D1" w14:paraId="40903B07" w14:textId="77777777" w:rsidTr="001D70D1">
        <w:tc>
          <w:tcPr>
            <w:tcW w:w="1560" w:type="dxa"/>
            <w:shd w:val="clear" w:color="auto" w:fill="auto"/>
          </w:tcPr>
          <w:p w14:paraId="2E1A53C6" w14:textId="77777777" w:rsidR="006408C2" w:rsidRPr="001D70D1" w:rsidRDefault="006408C2" w:rsidP="006408C2">
            <w:pPr>
              <w:rPr>
                <w:rFonts w:ascii="ＭＳ 明朝" w:eastAsia="ＭＳ 明朝" w:hAnsi="ＭＳ 明朝"/>
                <w:sz w:val="18"/>
                <w:szCs w:val="18"/>
              </w:rPr>
            </w:pPr>
            <w:r w:rsidRPr="001D70D1">
              <w:rPr>
                <w:rFonts w:ascii="ＭＳ 明朝" w:eastAsia="ＭＳ 明朝" w:hAnsi="ＭＳ 明朝" w:hint="eastAsia"/>
                <w:sz w:val="18"/>
                <w:szCs w:val="18"/>
              </w:rPr>
              <w:t>〇〇〇〇</w:t>
            </w:r>
            <w:r w:rsidRPr="001D70D1">
              <w:rPr>
                <w:rFonts w:ascii="ＭＳ 明朝" w:eastAsia="ＭＳ 明朝" w:hAnsi="ＭＳ 明朝"/>
                <w:sz w:val="18"/>
                <w:szCs w:val="18"/>
              </w:rPr>
              <w:t>年</w:t>
            </w:r>
            <w:r w:rsidRPr="001D70D1">
              <w:rPr>
                <w:rFonts w:ascii="ＭＳ 明朝" w:eastAsia="ＭＳ 明朝" w:hAnsi="ＭＳ 明朝" w:hint="eastAsia"/>
                <w:sz w:val="18"/>
                <w:szCs w:val="18"/>
              </w:rPr>
              <w:t>〇</w:t>
            </w:r>
            <w:r w:rsidRPr="001D70D1">
              <w:rPr>
                <w:rFonts w:ascii="ＭＳ 明朝" w:eastAsia="ＭＳ 明朝" w:hAnsi="ＭＳ 明朝"/>
                <w:sz w:val="18"/>
                <w:szCs w:val="18"/>
              </w:rPr>
              <w:t>月</w:t>
            </w:r>
          </w:p>
          <w:p w14:paraId="430CAAF8" w14:textId="77777777" w:rsidR="006408C2" w:rsidRPr="001D70D1" w:rsidRDefault="006408C2" w:rsidP="006408C2">
            <w:pPr>
              <w:rPr>
                <w:rFonts w:ascii="ＭＳ 明朝" w:eastAsia="ＭＳ 明朝" w:hAnsi="ＭＳ 明朝"/>
                <w:sz w:val="18"/>
                <w:szCs w:val="18"/>
              </w:rPr>
            </w:pPr>
            <w:r w:rsidRPr="001D70D1">
              <w:rPr>
                <w:rFonts w:ascii="ＭＳ 明朝" w:eastAsia="ＭＳ 明朝" w:hAnsi="ＭＳ 明朝"/>
                <w:sz w:val="18"/>
                <w:szCs w:val="18"/>
              </w:rPr>
              <w:lastRenderedPageBreak/>
              <w:t>～</w:t>
            </w:r>
          </w:p>
          <w:p w14:paraId="5807D657" w14:textId="77777777" w:rsidR="006408C2" w:rsidRPr="001D70D1" w:rsidRDefault="006408C2" w:rsidP="00EE4AC5">
            <w:pPr>
              <w:rPr>
                <w:rFonts w:ascii="ＭＳ 明朝" w:eastAsia="ＭＳ 明朝" w:hAnsi="ＭＳ 明朝"/>
                <w:sz w:val="18"/>
                <w:szCs w:val="18"/>
              </w:rPr>
            </w:pPr>
            <w:r w:rsidRPr="001D70D1">
              <w:rPr>
                <w:rFonts w:ascii="ＭＳ 明朝" w:eastAsia="ＭＳ 明朝" w:hAnsi="ＭＳ 明朝" w:hint="eastAsia"/>
                <w:sz w:val="18"/>
                <w:szCs w:val="18"/>
              </w:rPr>
              <w:t>〇〇〇〇</w:t>
            </w:r>
            <w:r w:rsidRPr="001D70D1">
              <w:rPr>
                <w:rFonts w:ascii="ＭＳ 明朝" w:eastAsia="ＭＳ 明朝" w:hAnsi="ＭＳ 明朝"/>
                <w:sz w:val="18"/>
                <w:szCs w:val="18"/>
              </w:rPr>
              <w:t>年</w:t>
            </w:r>
            <w:r w:rsidRPr="001D70D1">
              <w:rPr>
                <w:rFonts w:ascii="ＭＳ 明朝" w:eastAsia="ＭＳ 明朝" w:hAnsi="ＭＳ 明朝" w:hint="eastAsia"/>
                <w:sz w:val="18"/>
                <w:szCs w:val="18"/>
              </w:rPr>
              <w:t>〇</w:t>
            </w:r>
            <w:r w:rsidRPr="001D70D1">
              <w:rPr>
                <w:rFonts w:ascii="ＭＳ 明朝" w:eastAsia="ＭＳ 明朝" w:hAnsi="ＭＳ 明朝"/>
                <w:sz w:val="18"/>
                <w:szCs w:val="18"/>
              </w:rPr>
              <w:t>月</w:t>
            </w:r>
          </w:p>
        </w:tc>
        <w:tc>
          <w:tcPr>
            <w:tcW w:w="8079" w:type="dxa"/>
            <w:shd w:val="clear" w:color="auto" w:fill="auto"/>
          </w:tcPr>
          <w:p w14:paraId="3FB6B72D" w14:textId="77777777" w:rsidR="006408C2" w:rsidRPr="001D70D1" w:rsidRDefault="006408C2" w:rsidP="00EE4AC5">
            <w:pPr>
              <w:rPr>
                <w:rFonts w:ascii="ＭＳ 明朝" w:eastAsia="ＭＳ 明朝" w:hAnsi="ＭＳ 明朝"/>
                <w:sz w:val="18"/>
                <w:szCs w:val="18"/>
              </w:rPr>
            </w:pPr>
            <w:r w:rsidRPr="001D70D1">
              <w:rPr>
                <w:rFonts w:ascii="ＭＳ 明朝" w:eastAsia="ＭＳ 明朝" w:hAnsi="ＭＳ 明朝" w:hint="eastAsia"/>
                <w:sz w:val="18"/>
                <w:szCs w:val="18"/>
              </w:rPr>
              <w:lastRenderedPageBreak/>
              <w:t>〇〇支店</w:t>
            </w:r>
          </w:p>
          <w:p w14:paraId="5F9DFE94" w14:textId="77777777" w:rsidR="006408C2" w:rsidRPr="001D70D1" w:rsidRDefault="006408C2" w:rsidP="006408C2">
            <w:pPr>
              <w:rPr>
                <w:rFonts w:ascii="ＭＳ 明朝" w:eastAsia="ＭＳ 明朝" w:hAnsi="ＭＳ 明朝"/>
                <w:sz w:val="18"/>
                <w:szCs w:val="18"/>
              </w:rPr>
            </w:pPr>
            <w:r w:rsidRPr="001D70D1">
              <w:rPr>
                <w:rFonts w:ascii="ＭＳ 明朝" w:eastAsia="ＭＳ 明朝" w:hAnsi="ＭＳ 明朝" w:hint="eastAsia"/>
                <w:sz w:val="18"/>
                <w:szCs w:val="18"/>
              </w:rPr>
              <w:lastRenderedPageBreak/>
              <w:t>１．支店内で預金窓口・事務業務に</w:t>
            </w:r>
            <w:r w:rsidR="00D31A15" w:rsidRPr="001D70D1">
              <w:rPr>
                <w:rFonts w:ascii="ＭＳ 明朝" w:eastAsia="ＭＳ 明朝" w:hAnsi="ＭＳ 明朝" w:hint="eastAsia"/>
                <w:sz w:val="18"/>
                <w:szCs w:val="18"/>
              </w:rPr>
              <w:t>〇</w:t>
            </w:r>
            <w:r w:rsidRPr="001D70D1">
              <w:rPr>
                <w:rFonts w:ascii="ＭＳ 明朝" w:eastAsia="ＭＳ 明朝" w:hAnsi="ＭＳ 明朝"/>
                <w:sz w:val="18"/>
                <w:szCs w:val="18"/>
              </w:rPr>
              <w:t>ヶ月間、融資窓口・事務業務に</w:t>
            </w:r>
            <w:r w:rsidR="00D31A15" w:rsidRPr="001D70D1">
              <w:rPr>
                <w:rFonts w:ascii="ＭＳ 明朝" w:eastAsia="ＭＳ 明朝" w:hAnsi="ＭＳ 明朝" w:hint="eastAsia"/>
                <w:sz w:val="18"/>
                <w:szCs w:val="18"/>
              </w:rPr>
              <w:t>〇</w:t>
            </w:r>
            <w:r w:rsidRPr="001D70D1">
              <w:rPr>
                <w:rFonts w:ascii="ＭＳ 明朝" w:eastAsia="ＭＳ 明朝" w:hAnsi="ＭＳ 明朝"/>
                <w:sz w:val="18"/>
                <w:szCs w:val="18"/>
              </w:rPr>
              <w:t>年間従事。</w:t>
            </w:r>
          </w:p>
          <w:p w14:paraId="4B3C6DAC" w14:textId="77777777" w:rsidR="006408C2" w:rsidRPr="001D70D1" w:rsidRDefault="006408C2" w:rsidP="006408C2">
            <w:pPr>
              <w:rPr>
                <w:rFonts w:ascii="ＭＳ 明朝" w:eastAsia="ＭＳ 明朝" w:hAnsi="ＭＳ 明朝"/>
                <w:sz w:val="18"/>
                <w:szCs w:val="18"/>
              </w:rPr>
            </w:pPr>
            <w:r w:rsidRPr="001D70D1">
              <w:rPr>
                <w:rFonts w:ascii="ＭＳ 明朝" w:eastAsia="ＭＳ 明朝" w:hAnsi="ＭＳ 明朝" w:hint="eastAsia"/>
                <w:sz w:val="18"/>
                <w:szCs w:val="18"/>
              </w:rPr>
              <w:t>【預金窓口・業務内容】来店客の対応、預金業務の事務処理。</w:t>
            </w:r>
          </w:p>
          <w:p w14:paraId="68484DA0" w14:textId="77777777" w:rsidR="006408C2" w:rsidRPr="001D70D1" w:rsidRDefault="006408C2" w:rsidP="006408C2">
            <w:pPr>
              <w:rPr>
                <w:rFonts w:ascii="ＭＳ 明朝" w:eastAsia="ＭＳ 明朝" w:hAnsi="ＭＳ 明朝"/>
                <w:sz w:val="18"/>
                <w:szCs w:val="18"/>
              </w:rPr>
            </w:pPr>
            <w:r w:rsidRPr="001D70D1">
              <w:rPr>
                <w:rFonts w:ascii="ＭＳ 明朝" w:eastAsia="ＭＳ 明朝" w:hAnsi="ＭＳ 明朝" w:hint="eastAsia"/>
                <w:sz w:val="18"/>
                <w:szCs w:val="18"/>
              </w:rPr>
              <w:t>【融資窓口・業務内容】住宅ローンを中心とした個人融資の受付、審査。支店営業係から持ち込まれた法人・個人融資件の審査。</w:t>
            </w:r>
          </w:p>
          <w:p w14:paraId="38D6F3C7" w14:textId="77777777" w:rsidR="00DE779E" w:rsidRPr="001D70D1" w:rsidRDefault="00DE779E" w:rsidP="006408C2">
            <w:pPr>
              <w:rPr>
                <w:rFonts w:ascii="ＭＳ 明朝" w:eastAsia="ＭＳ 明朝" w:hAnsi="ＭＳ 明朝"/>
                <w:sz w:val="18"/>
                <w:szCs w:val="18"/>
              </w:rPr>
            </w:pPr>
          </w:p>
          <w:p w14:paraId="2952EE6A" w14:textId="77777777" w:rsidR="006408C2" w:rsidRPr="001D70D1" w:rsidRDefault="006408C2" w:rsidP="006408C2">
            <w:pPr>
              <w:rPr>
                <w:rFonts w:ascii="ＭＳ 明朝" w:eastAsia="ＭＳ 明朝" w:hAnsi="ＭＳ 明朝"/>
                <w:sz w:val="18"/>
                <w:szCs w:val="18"/>
              </w:rPr>
            </w:pPr>
            <w:r w:rsidRPr="001D70D1">
              <w:rPr>
                <w:rFonts w:ascii="ＭＳ 明朝" w:eastAsia="ＭＳ 明朝" w:hAnsi="ＭＳ 明朝" w:hint="eastAsia"/>
                <w:sz w:val="18"/>
                <w:szCs w:val="18"/>
              </w:rPr>
              <w:t>２．営業係としてリテール営業を</w:t>
            </w:r>
            <w:r w:rsidR="00D31A15" w:rsidRPr="001D70D1">
              <w:rPr>
                <w:rFonts w:ascii="ＭＳ 明朝" w:eastAsia="ＭＳ 明朝" w:hAnsi="ＭＳ 明朝" w:hint="eastAsia"/>
                <w:sz w:val="18"/>
                <w:szCs w:val="18"/>
              </w:rPr>
              <w:t>〇</w:t>
            </w:r>
            <w:r w:rsidRPr="001D70D1">
              <w:rPr>
                <w:rFonts w:ascii="ＭＳ 明朝" w:eastAsia="ＭＳ 明朝" w:hAnsi="ＭＳ 明朝"/>
                <w:sz w:val="18"/>
                <w:szCs w:val="18"/>
              </w:rPr>
              <w:t>年</w:t>
            </w:r>
            <w:r w:rsidR="00D31A15" w:rsidRPr="001D70D1">
              <w:rPr>
                <w:rFonts w:ascii="ＭＳ 明朝" w:eastAsia="ＭＳ 明朝" w:hAnsi="ＭＳ 明朝" w:hint="eastAsia"/>
                <w:sz w:val="18"/>
                <w:szCs w:val="18"/>
              </w:rPr>
              <w:t>〇</w:t>
            </w:r>
            <w:r w:rsidRPr="001D70D1">
              <w:rPr>
                <w:rFonts w:ascii="ＭＳ 明朝" w:eastAsia="ＭＳ 明朝" w:hAnsi="ＭＳ 明朝"/>
                <w:sz w:val="18"/>
                <w:szCs w:val="18"/>
              </w:rPr>
              <w:t>ヶ月行う。</w:t>
            </w:r>
          </w:p>
          <w:p w14:paraId="6D91192B" w14:textId="77777777" w:rsidR="006408C2" w:rsidRPr="001D70D1" w:rsidRDefault="006408C2" w:rsidP="006408C2">
            <w:pPr>
              <w:rPr>
                <w:rFonts w:ascii="ＭＳ 明朝" w:eastAsia="ＭＳ 明朝" w:hAnsi="ＭＳ 明朝"/>
                <w:sz w:val="18"/>
                <w:szCs w:val="18"/>
              </w:rPr>
            </w:pPr>
            <w:r w:rsidRPr="001D70D1">
              <w:rPr>
                <w:rFonts w:ascii="ＭＳ 明朝" w:eastAsia="ＭＳ 明朝" w:hAnsi="ＭＳ 明朝" w:hint="eastAsia"/>
                <w:sz w:val="18"/>
                <w:szCs w:val="18"/>
              </w:rPr>
              <w:t>【業務内容】預金・預り資産セールス、住宅ローンの借換え営業。</w:t>
            </w:r>
          </w:p>
          <w:p w14:paraId="727F7D74" w14:textId="77777777" w:rsidR="00D31A15" w:rsidRPr="001D70D1" w:rsidRDefault="00D31A15" w:rsidP="006408C2">
            <w:pPr>
              <w:rPr>
                <w:rFonts w:ascii="ＭＳ 明朝" w:eastAsia="ＭＳ 明朝" w:hAnsi="ＭＳ 明朝"/>
                <w:sz w:val="18"/>
                <w:szCs w:val="18"/>
              </w:rPr>
            </w:pPr>
            <w:r w:rsidRPr="001D70D1">
              <w:rPr>
                <w:rFonts w:ascii="ＭＳ 明朝" w:eastAsia="ＭＳ 明朝" w:hAnsi="ＭＳ 明朝" w:hint="eastAsia"/>
                <w:sz w:val="18"/>
                <w:szCs w:val="18"/>
              </w:rPr>
              <w:t>【営業スタイル】</w:t>
            </w:r>
            <w:r w:rsidR="00DE779E" w:rsidRPr="001D70D1">
              <w:rPr>
                <w:rFonts w:ascii="ＭＳ 明朝" w:eastAsia="ＭＳ 明朝" w:hAnsi="ＭＳ 明朝" w:hint="eastAsia"/>
                <w:sz w:val="18"/>
                <w:szCs w:val="18"/>
              </w:rPr>
              <w:t>既存〇％：</w:t>
            </w:r>
            <w:r w:rsidRPr="001D70D1">
              <w:rPr>
                <w:rFonts w:ascii="ＭＳ 明朝" w:eastAsia="ＭＳ 明朝" w:hAnsi="ＭＳ 明朝" w:hint="eastAsia"/>
                <w:sz w:val="18"/>
                <w:szCs w:val="18"/>
              </w:rPr>
              <w:t>個人</w:t>
            </w:r>
            <w:r w:rsidR="00DE779E" w:rsidRPr="001D70D1">
              <w:rPr>
                <w:rFonts w:ascii="ＭＳ 明朝" w:eastAsia="ＭＳ 明朝" w:hAnsi="ＭＳ 明朝" w:hint="eastAsia"/>
                <w:sz w:val="18"/>
                <w:szCs w:val="18"/>
              </w:rPr>
              <w:t>〇</w:t>
            </w:r>
            <w:r w:rsidRPr="001D70D1">
              <w:rPr>
                <w:rFonts w:ascii="ＭＳ 明朝" w:eastAsia="ＭＳ 明朝" w:hAnsi="ＭＳ 明朝" w:hint="eastAsia"/>
                <w:sz w:val="18"/>
                <w:szCs w:val="18"/>
              </w:rPr>
              <w:t>％</w:t>
            </w:r>
            <w:r w:rsidR="00DE779E" w:rsidRPr="001D70D1">
              <w:rPr>
                <w:rFonts w:ascii="ＭＳ 明朝" w:eastAsia="ＭＳ 明朝" w:hAnsi="ＭＳ 明朝" w:hint="eastAsia"/>
                <w:sz w:val="18"/>
                <w:szCs w:val="18"/>
              </w:rPr>
              <w:t xml:space="preserve">　新規〇％：既存〇％</w:t>
            </w:r>
          </w:p>
          <w:p w14:paraId="1FFCCEA4" w14:textId="77777777" w:rsidR="006408C2" w:rsidRPr="001D70D1" w:rsidRDefault="006408C2" w:rsidP="006408C2">
            <w:pPr>
              <w:rPr>
                <w:rFonts w:ascii="ＭＳ 明朝" w:eastAsia="ＭＳ 明朝" w:hAnsi="ＭＳ 明朝"/>
                <w:sz w:val="18"/>
                <w:szCs w:val="18"/>
              </w:rPr>
            </w:pPr>
            <w:r w:rsidRPr="001D70D1">
              <w:rPr>
                <w:rFonts w:ascii="ＭＳ 明朝" w:eastAsia="ＭＳ 明朝" w:hAnsi="ＭＳ 明朝" w:hint="eastAsia"/>
                <w:sz w:val="18"/>
                <w:szCs w:val="18"/>
              </w:rPr>
              <w:t>【担当エリア】〇〇県</w:t>
            </w:r>
          </w:p>
        </w:tc>
      </w:tr>
    </w:tbl>
    <w:p w14:paraId="78354006" w14:textId="77777777" w:rsidR="00EE4AC5" w:rsidRPr="001D70D1" w:rsidRDefault="00EE4AC5" w:rsidP="00EE4AC5">
      <w:pPr>
        <w:rPr>
          <w:rFonts w:ascii="ＭＳ 明朝" w:eastAsia="ＭＳ 明朝" w:hAnsi="ＭＳ 明朝"/>
          <w:sz w:val="20"/>
          <w:szCs w:val="20"/>
        </w:rPr>
      </w:pPr>
    </w:p>
    <w:p w14:paraId="2DE62722" w14:textId="77777777" w:rsidR="006408C2" w:rsidRPr="001D70D1" w:rsidRDefault="006408C2" w:rsidP="006408C2">
      <w:pPr>
        <w:pStyle w:val="a8"/>
        <w:spacing w:line="100" w:lineRule="atLeast"/>
        <w:rPr>
          <w:rFonts w:ascii="ＭＳ 明朝" w:eastAsia="ＭＳ 明朝" w:hAnsi="ＭＳ 明朝" w:cs="Times New Roman" w:hint="default"/>
          <w:sz w:val="20"/>
          <w:szCs w:val="20"/>
          <w:u w:color="000000"/>
        </w:rPr>
      </w:pPr>
      <w:r w:rsidRPr="001D70D1">
        <w:rPr>
          <w:rFonts w:ascii="ＭＳ 明朝" w:eastAsia="ＭＳ 明朝" w:hAnsi="ＭＳ 明朝" w:hint="default"/>
          <w:sz w:val="20"/>
          <w:szCs w:val="20"/>
          <w:u w:color="000000"/>
        </w:rPr>
        <w:t>■</w:t>
      </w:r>
      <w:r w:rsidRPr="001D70D1">
        <w:rPr>
          <w:rFonts w:ascii="ＭＳ 明朝" w:eastAsia="ＭＳ 明朝" w:hAnsi="ＭＳ 明朝"/>
          <w:sz w:val="20"/>
          <w:szCs w:val="20"/>
          <w:u w:color="000000"/>
          <w:lang w:val="zh-TW" w:eastAsia="zh-TW"/>
        </w:rPr>
        <w:t>資格</w:t>
      </w:r>
    </w:p>
    <w:p w14:paraId="71780E0D" w14:textId="77777777" w:rsidR="006408C2" w:rsidRPr="001D70D1" w:rsidRDefault="006408C2" w:rsidP="006408C2">
      <w:pPr>
        <w:pStyle w:val="a8"/>
        <w:spacing w:line="100" w:lineRule="atLeast"/>
        <w:ind w:left="210"/>
        <w:rPr>
          <w:rFonts w:ascii="ＭＳ 明朝" w:eastAsia="ＭＳ 明朝" w:hAnsi="ＭＳ 明朝" w:cs="Times New Roman" w:hint="default"/>
          <w:sz w:val="20"/>
          <w:szCs w:val="20"/>
          <w:u w:color="000000"/>
        </w:rPr>
      </w:pPr>
      <w:r w:rsidRPr="001D70D1">
        <w:rPr>
          <w:rFonts w:ascii="ＭＳ 明朝" w:eastAsia="ＭＳ 明朝" w:hAnsi="ＭＳ 明朝"/>
          <w:sz w:val="20"/>
          <w:szCs w:val="20"/>
          <w:u w:color="000000"/>
        </w:rPr>
        <w:t>・普通自動車免許第一種</w:t>
      </w:r>
    </w:p>
    <w:p w14:paraId="25C00C99" w14:textId="77777777" w:rsidR="006408C2" w:rsidRPr="001D70D1" w:rsidRDefault="006408C2" w:rsidP="006408C2">
      <w:pPr>
        <w:pStyle w:val="a8"/>
        <w:spacing w:line="100" w:lineRule="atLeast"/>
        <w:ind w:left="210"/>
        <w:rPr>
          <w:rFonts w:ascii="ＭＳ 明朝" w:eastAsia="ＭＳ 明朝" w:hAnsi="ＭＳ 明朝" w:cs="Times New Roman" w:hint="default"/>
          <w:sz w:val="20"/>
          <w:szCs w:val="20"/>
          <w:u w:color="000000"/>
        </w:rPr>
      </w:pPr>
      <w:r w:rsidRPr="001D70D1">
        <w:rPr>
          <w:rFonts w:ascii="ＭＳ 明朝" w:eastAsia="ＭＳ 明朝" w:hAnsi="ＭＳ 明朝"/>
          <w:sz w:val="20"/>
          <w:szCs w:val="20"/>
          <w:u w:color="000000"/>
        </w:rPr>
        <w:t>・ファイナンシャルプランナー2級</w:t>
      </w:r>
    </w:p>
    <w:p w14:paraId="53B0176F" w14:textId="77777777" w:rsidR="006408C2" w:rsidRPr="001D70D1" w:rsidRDefault="006408C2" w:rsidP="006408C2">
      <w:pPr>
        <w:pStyle w:val="a8"/>
        <w:spacing w:line="100" w:lineRule="atLeast"/>
        <w:ind w:left="210"/>
        <w:rPr>
          <w:rFonts w:ascii="ＭＳ 明朝" w:eastAsia="ＭＳ 明朝" w:hAnsi="ＭＳ 明朝" w:cs="Times New Roman" w:hint="default"/>
          <w:sz w:val="20"/>
          <w:szCs w:val="20"/>
          <w:u w:color="000000"/>
        </w:rPr>
      </w:pPr>
      <w:r w:rsidRPr="001D70D1">
        <w:rPr>
          <w:rFonts w:ascii="ＭＳ 明朝" w:eastAsia="ＭＳ 明朝" w:hAnsi="ＭＳ 明朝"/>
          <w:sz w:val="20"/>
          <w:szCs w:val="20"/>
          <w:u w:color="000000"/>
        </w:rPr>
        <w:t>・簿記検定2級</w:t>
      </w:r>
    </w:p>
    <w:p w14:paraId="257FCC9A" w14:textId="77777777" w:rsidR="006408C2" w:rsidRPr="001D70D1" w:rsidRDefault="006408C2" w:rsidP="006408C2">
      <w:pPr>
        <w:pStyle w:val="a8"/>
        <w:spacing w:line="100" w:lineRule="atLeast"/>
        <w:rPr>
          <w:rFonts w:ascii="ＭＳ 明朝" w:eastAsia="ＭＳ 明朝" w:hAnsi="ＭＳ 明朝" w:cs="Times New Roman" w:hint="default"/>
          <w:sz w:val="20"/>
          <w:szCs w:val="20"/>
        </w:rPr>
      </w:pPr>
    </w:p>
    <w:p w14:paraId="32D8EA2A" w14:textId="77777777" w:rsidR="006408C2" w:rsidRPr="001D70D1" w:rsidRDefault="006408C2" w:rsidP="006408C2">
      <w:pPr>
        <w:pStyle w:val="a8"/>
        <w:spacing w:line="100" w:lineRule="atLeast"/>
        <w:rPr>
          <w:rFonts w:ascii="ＭＳ 明朝" w:eastAsia="ＭＳ 明朝" w:hAnsi="ＭＳ 明朝" w:cs="Times New Roman" w:hint="default"/>
          <w:sz w:val="20"/>
          <w:szCs w:val="20"/>
          <w:u w:color="000000"/>
        </w:rPr>
      </w:pPr>
      <w:r w:rsidRPr="001D70D1">
        <w:rPr>
          <w:rFonts w:ascii="ＭＳ 明朝" w:eastAsia="ＭＳ 明朝" w:hAnsi="ＭＳ 明朝" w:hint="default"/>
          <w:b/>
          <w:bCs/>
          <w:sz w:val="20"/>
          <w:szCs w:val="20"/>
          <w:u w:color="000000"/>
        </w:rPr>
        <w:t>■</w:t>
      </w:r>
      <w:r w:rsidRPr="001D70D1">
        <w:rPr>
          <w:rFonts w:ascii="ＭＳ 明朝" w:eastAsia="ＭＳ 明朝" w:hAnsi="ＭＳ 明朝"/>
          <w:sz w:val="20"/>
          <w:szCs w:val="20"/>
          <w:u w:color="000000"/>
          <w:lang w:val="zh-TW" w:eastAsia="zh-TW"/>
        </w:rPr>
        <w:t>自己</w:t>
      </w:r>
      <w:r w:rsidRPr="001D70D1">
        <w:rPr>
          <w:rFonts w:ascii="ＭＳ 明朝" w:eastAsia="ＭＳ 明朝" w:hAnsi="ＭＳ 明朝"/>
          <w:b/>
          <w:bCs/>
          <w:sz w:val="20"/>
          <w:szCs w:val="20"/>
          <w:u w:color="000000"/>
        </w:rPr>
        <w:t>PR</w:t>
      </w:r>
    </w:p>
    <w:p w14:paraId="469C2C44" w14:textId="77777777" w:rsidR="006408C2" w:rsidRPr="001D70D1" w:rsidRDefault="006408C2" w:rsidP="006408C2">
      <w:pPr>
        <w:pStyle w:val="a8"/>
        <w:spacing w:line="100" w:lineRule="atLeast"/>
        <w:rPr>
          <w:rFonts w:ascii="ＭＳ 明朝" w:eastAsia="ＭＳ 明朝" w:hAnsi="ＭＳ 明朝" w:cs="Times New Roman" w:hint="default"/>
          <w:sz w:val="20"/>
          <w:szCs w:val="20"/>
          <w:u w:color="000000"/>
        </w:rPr>
      </w:pPr>
      <w:r w:rsidRPr="001D70D1">
        <w:rPr>
          <w:rFonts w:ascii="ＭＳ 明朝" w:eastAsia="ＭＳ 明朝" w:hAnsi="ＭＳ 明朝"/>
          <w:sz w:val="20"/>
          <w:szCs w:val="20"/>
          <w:u w:color="000000"/>
        </w:rPr>
        <w:t>・新規開拓営業にて培った分析力・顧客折衝力</w:t>
      </w:r>
    </w:p>
    <w:p w14:paraId="705B12D4" w14:textId="77777777" w:rsidR="006408C2" w:rsidRPr="001D70D1" w:rsidRDefault="006408C2" w:rsidP="006408C2">
      <w:pPr>
        <w:pStyle w:val="a8"/>
        <w:spacing w:line="100" w:lineRule="atLeast"/>
        <w:rPr>
          <w:rFonts w:ascii="ＭＳ 明朝" w:eastAsia="ＭＳ 明朝" w:hAnsi="ＭＳ 明朝" w:cs="Times New Roman" w:hint="default"/>
          <w:sz w:val="20"/>
          <w:szCs w:val="20"/>
          <w:u w:color="000000"/>
        </w:rPr>
      </w:pPr>
      <w:r w:rsidRPr="001D70D1">
        <w:rPr>
          <w:rFonts w:ascii="ＭＳ 明朝" w:eastAsia="ＭＳ 明朝" w:hAnsi="ＭＳ 明朝"/>
          <w:sz w:val="20"/>
          <w:szCs w:val="20"/>
          <w:u w:color="000000"/>
        </w:rPr>
        <w:t>〇〇県の市場では当行の知名度は低く、</w:t>
      </w:r>
      <w:r w:rsidR="00D31A15" w:rsidRPr="001D70D1">
        <w:rPr>
          <w:rFonts w:ascii="ＭＳ 明朝" w:eastAsia="ＭＳ 明朝" w:hAnsi="ＭＳ 明朝"/>
          <w:sz w:val="20"/>
          <w:szCs w:val="20"/>
          <w:u w:color="000000"/>
        </w:rPr>
        <w:t>また</w:t>
      </w:r>
      <w:r w:rsidRPr="001D70D1">
        <w:rPr>
          <w:rFonts w:ascii="ＭＳ 明朝" w:eastAsia="ＭＳ 明朝" w:hAnsi="ＭＳ 明朝"/>
          <w:sz w:val="20"/>
          <w:szCs w:val="20"/>
          <w:u w:color="000000"/>
        </w:rPr>
        <w:t>ブランド力ではメガバンクより劣</w:t>
      </w:r>
      <w:r w:rsidR="00D31A15" w:rsidRPr="001D70D1">
        <w:rPr>
          <w:rFonts w:ascii="ＭＳ 明朝" w:eastAsia="ＭＳ 明朝" w:hAnsi="ＭＳ 明朝"/>
          <w:sz w:val="20"/>
          <w:szCs w:val="20"/>
          <w:u w:color="000000"/>
        </w:rPr>
        <w:t>ってしまいます。そのため</w:t>
      </w:r>
      <w:r w:rsidRPr="001D70D1">
        <w:rPr>
          <w:rFonts w:ascii="ＭＳ 明朝" w:eastAsia="ＭＳ 明朝" w:hAnsi="ＭＳ 明朝"/>
          <w:sz w:val="20"/>
          <w:szCs w:val="20"/>
          <w:u w:color="000000"/>
        </w:rPr>
        <w:t>新規開拓の営業では訪問先窓口で門前払</w:t>
      </w:r>
      <w:r w:rsidR="00D31A15" w:rsidRPr="001D70D1">
        <w:rPr>
          <w:rFonts w:ascii="ＭＳ 明朝" w:eastAsia="ＭＳ 明朝" w:hAnsi="ＭＳ 明朝"/>
          <w:sz w:val="20"/>
          <w:szCs w:val="20"/>
          <w:u w:color="000000"/>
        </w:rPr>
        <w:t>い</w:t>
      </w:r>
      <w:r w:rsidRPr="001D70D1">
        <w:rPr>
          <w:rFonts w:ascii="ＭＳ 明朝" w:eastAsia="ＭＳ 明朝" w:hAnsi="ＭＳ 明朝"/>
          <w:sz w:val="20"/>
          <w:szCs w:val="20"/>
          <w:u w:color="000000"/>
        </w:rPr>
        <w:t>となることが多く、経理担当者との面談をして頂くのも難しい</w:t>
      </w:r>
      <w:r w:rsidR="00D31A15" w:rsidRPr="001D70D1">
        <w:rPr>
          <w:rFonts w:ascii="ＭＳ 明朝" w:eastAsia="ＭＳ 明朝" w:hAnsi="ＭＳ 明朝"/>
          <w:sz w:val="20"/>
          <w:szCs w:val="20"/>
          <w:u w:color="000000"/>
        </w:rPr>
        <w:t>状況が多々ありました</w:t>
      </w:r>
      <w:r w:rsidRPr="001D70D1">
        <w:rPr>
          <w:rFonts w:ascii="ＭＳ 明朝" w:eastAsia="ＭＳ 明朝" w:hAnsi="ＭＳ 明朝"/>
          <w:sz w:val="20"/>
          <w:szCs w:val="20"/>
          <w:u w:color="000000"/>
        </w:rPr>
        <w:t>。そこで、営業ターゲット先企業の分析だけでなく、当行の強みや特徴の分析を行い、アプローチしやすい企業を選定。継続面談できる企業が増加し、その後の交渉で新規融資取引の開拓に成功</w:t>
      </w:r>
      <w:r w:rsidR="00D31A15" w:rsidRPr="001D70D1">
        <w:rPr>
          <w:rFonts w:ascii="ＭＳ 明朝" w:eastAsia="ＭＳ 明朝" w:hAnsi="ＭＳ 明朝"/>
          <w:sz w:val="20"/>
          <w:szCs w:val="20"/>
          <w:u w:color="000000"/>
        </w:rPr>
        <w:t>しました</w:t>
      </w:r>
      <w:r w:rsidRPr="001D70D1">
        <w:rPr>
          <w:rFonts w:ascii="ＭＳ 明朝" w:eastAsia="ＭＳ 明朝" w:hAnsi="ＭＳ 明朝"/>
          <w:sz w:val="20"/>
          <w:szCs w:val="20"/>
          <w:u w:color="000000"/>
        </w:rPr>
        <w:t>。</w:t>
      </w:r>
    </w:p>
    <w:p w14:paraId="70EE3EF5" w14:textId="77777777" w:rsidR="006408C2" w:rsidRPr="001D70D1" w:rsidRDefault="006408C2" w:rsidP="00EE4AC5">
      <w:pPr>
        <w:rPr>
          <w:rFonts w:ascii="ＭＳ 明朝" w:eastAsia="ＭＳ 明朝" w:hAnsi="ＭＳ 明朝"/>
          <w:sz w:val="20"/>
          <w:szCs w:val="20"/>
        </w:rPr>
      </w:pPr>
    </w:p>
    <w:sectPr w:rsidR="006408C2" w:rsidRPr="001D70D1" w:rsidSect="001D70D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AC5E6B" w14:textId="77777777" w:rsidR="00EF3338" w:rsidRDefault="00EF3338" w:rsidP="00EE4AC5">
      <w:r>
        <w:separator/>
      </w:r>
    </w:p>
  </w:endnote>
  <w:endnote w:type="continuationSeparator" w:id="0">
    <w:p w14:paraId="0EEEE4D8" w14:textId="77777777" w:rsidR="00EF3338" w:rsidRDefault="00EF3338" w:rsidP="00EE4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ヒラギノ角ゴ ProN W3">
    <w:altName w:val="Times New Roman"/>
    <w:charset w:val="00"/>
    <w:family w:val="roman"/>
    <w:pitch w:val="default"/>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88AFD" w14:textId="77777777" w:rsidR="00EF3338" w:rsidRDefault="00EF3338" w:rsidP="00EE4AC5">
      <w:r>
        <w:separator/>
      </w:r>
    </w:p>
  </w:footnote>
  <w:footnote w:type="continuationSeparator" w:id="0">
    <w:p w14:paraId="6485EEC2" w14:textId="77777777" w:rsidR="00EF3338" w:rsidRDefault="00EF3338" w:rsidP="00EE4A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doNotTrackMoves/>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92E8A"/>
    <w:rsid w:val="00004576"/>
    <w:rsid w:val="00006C71"/>
    <w:rsid w:val="00024887"/>
    <w:rsid w:val="00037D91"/>
    <w:rsid w:val="000413D8"/>
    <w:rsid w:val="00051A6E"/>
    <w:rsid w:val="00053E9A"/>
    <w:rsid w:val="0006371F"/>
    <w:rsid w:val="00067323"/>
    <w:rsid w:val="00073AA6"/>
    <w:rsid w:val="000775CA"/>
    <w:rsid w:val="00084AAF"/>
    <w:rsid w:val="000850C0"/>
    <w:rsid w:val="00085CAC"/>
    <w:rsid w:val="00086C5D"/>
    <w:rsid w:val="00095B05"/>
    <w:rsid w:val="000A39D1"/>
    <w:rsid w:val="000A67D0"/>
    <w:rsid w:val="000A72DF"/>
    <w:rsid w:val="000B28A9"/>
    <w:rsid w:val="000B2ACC"/>
    <w:rsid w:val="000B2CFA"/>
    <w:rsid w:val="000B46A2"/>
    <w:rsid w:val="000C7559"/>
    <w:rsid w:val="000E54F1"/>
    <w:rsid w:val="000E7FB1"/>
    <w:rsid w:val="000F2124"/>
    <w:rsid w:val="000F29FA"/>
    <w:rsid w:val="000F4894"/>
    <w:rsid w:val="000F53EE"/>
    <w:rsid w:val="000F79CA"/>
    <w:rsid w:val="00140CBE"/>
    <w:rsid w:val="00142B9C"/>
    <w:rsid w:val="0014401E"/>
    <w:rsid w:val="00144EF3"/>
    <w:rsid w:val="00147585"/>
    <w:rsid w:val="0015285B"/>
    <w:rsid w:val="001571E0"/>
    <w:rsid w:val="00165A21"/>
    <w:rsid w:val="00170906"/>
    <w:rsid w:val="00181FD3"/>
    <w:rsid w:val="001853B7"/>
    <w:rsid w:val="00192E75"/>
    <w:rsid w:val="00193629"/>
    <w:rsid w:val="001A4272"/>
    <w:rsid w:val="001A5F0F"/>
    <w:rsid w:val="001B0359"/>
    <w:rsid w:val="001B3929"/>
    <w:rsid w:val="001C0E12"/>
    <w:rsid w:val="001C433D"/>
    <w:rsid w:val="001D5C91"/>
    <w:rsid w:val="001D70D1"/>
    <w:rsid w:val="001D72DA"/>
    <w:rsid w:val="001E3407"/>
    <w:rsid w:val="001E461D"/>
    <w:rsid w:val="001E6325"/>
    <w:rsid w:val="001F482D"/>
    <w:rsid w:val="001F5968"/>
    <w:rsid w:val="0020650C"/>
    <w:rsid w:val="002135D8"/>
    <w:rsid w:val="00216F71"/>
    <w:rsid w:val="00221898"/>
    <w:rsid w:val="00237112"/>
    <w:rsid w:val="0024136F"/>
    <w:rsid w:val="00241A33"/>
    <w:rsid w:val="00257DBF"/>
    <w:rsid w:val="0026003D"/>
    <w:rsid w:val="0026140E"/>
    <w:rsid w:val="00262B72"/>
    <w:rsid w:val="002705DE"/>
    <w:rsid w:val="00280E6D"/>
    <w:rsid w:val="00292082"/>
    <w:rsid w:val="002A0502"/>
    <w:rsid w:val="002A52EE"/>
    <w:rsid w:val="002D01BA"/>
    <w:rsid w:val="002D0663"/>
    <w:rsid w:val="002D52EA"/>
    <w:rsid w:val="002E2D40"/>
    <w:rsid w:val="002F0504"/>
    <w:rsid w:val="002F18E9"/>
    <w:rsid w:val="002F24EF"/>
    <w:rsid w:val="002F501F"/>
    <w:rsid w:val="002F64CF"/>
    <w:rsid w:val="002F789C"/>
    <w:rsid w:val="00301AC2"/>
    <w:rsid w:val="0030221A"/>
    <w:rsid w:val="00310E1E"/>
    <w:rsid w:val="00323C71"/>
    <w:rsid w:val="003266C7"/>
    <w:rsid w:val="00330B2D"/>
    <w:rsid w:val="0033270D"/>
    <w:rsid w:val="00333E07"/>
    <w:rsid w:val="0035064B"/>
    <w:rsid w:val="00350E4A"/>
    <w:rsid w:val="00354416"/>
    <w:rsid w:val="00361497"/>
    <w:rsid w:val="00363A3C"/>
    <w:rsid w:val="00371807"/>
    <w:rsid w:val="00381DC7"/>
    <w:rsid w:val="003923D2"/>
    <w:rsid w:val="00393380"/>
    <w:rsid w:val="003975D0"/>
    <w:rsid w:val="003A3E7B"/>
    <w:rsid w:val="003B03C7"/>
    <w:rsid w:val="003B0E6B"/>
    <w:rsid w:val="003B3756"/>
    <w:rsid w:val="003B48E4"/>
    <w:rsid w:val="003C001F"/>
    <w:rsid w:val="003C06AB"/>
    <w:rsid w:val="003C187A"/>
    <w:rsid w:val="003C5E77"/>
    <w:rsid w:val="003C6706"/>
    <w:rsid w:val="003D103A"/>
    <w:rsid w:val="003E5115"/>
    <w:rsid w:val="003F353D"/>
    <w:rsid w:val="003F7CF2"/>
    <w:rsid w:val="00401DBD"/>
    <w:rsid w:val="0041053F"/>
    <w:rsid w:val="00413483"/>
    <w:rsid w:val="00426365"/>
    <w:rsid w:val="00426666"/>
    <w:rsid w:val="00430119"/>
    <w:rsid w:val="00431D71"/>
    <w:rsid w:val="0043473C"/>
    <w:rsid w:val="00460CA8"/>
    <w:rsid w:val="00471E9C"/>
    <w:rsid w:val="00474CB7"/>
    <w:rsid w:val="0047507E"/>
    <w:rsid w:val="004753F6"/>
    <w:rsid w:val="00476C27"/>
    <w:rsid w:val="004913D9"/>
    <w:rsid w:val="00491601"/>
    <w:rsid w:val="00494B62"/>
    <w:rsid w:val="004A005D"/>
    <w:rsid w:val="004A115C"/>
    <w:rsid w:val="004A1351"/>
    <w:rsid w:val="004A1902"/>
    <w:rsid w:val="004A4742"/>
    <w:rsid w:val="004B1B05"/>
    <w:rsid w:val="004B3297"/>
    <w:rsid w:val="004B53AF"/>
    <w:rsid w:val="004B6D40"/>
    <w:rsid w:val="004C1151"/>
    <w:rsid w:val="004C2952"/>
    <w:rsid w:val="004E13EE"/>
    <w:rsid w:val="004E25C3"/>
    <w:rsid w:val="004E32C8"/>
    <w:rsid w:val="00500560"/>
    <w:rsid w:val="00501BDA"/>
    <w:rsid w:val="00510ED4"/>
    <w:rsid w:val="005140BD"/>
    <w:rsid w:val="005338FB"/>
    <w:rsid w:val="005424C5"/>
    <w:rsid w:val="005465C0"/>
    <w:rsid w:val="00547CFF"/>
    <w:rsid w:val="005552CB"/>
    <w:rsid w:val="005635AF"/>
    <w:rsid w:val="005731BD"/>
    <w:rsid w:val="0058287C"/>
    <w:rsid w:val="0058650A"/>
    <w:rsid w:val="0058689E"/>
    <w:rsid w:val="005901BB"/>
    <w:rsid w:val="005935FD"/>
    <w:rsid w:val="00597709"/>
    <w:rsid w:val="00597C62"/>
    <w:rsid w:val="005A06F5"/>
    <w:rsid w:val="005A463B"/>
    <w:rsid w:val="005A6216"/>
    <w:rsid w:val="005C05F7"/>
    <w:rsid w:val="005E3FB4"/>
    <w:rsid w:val="005E411F"/>
    <w:rsid w:val="005F0A5C"/>
    <w:rsid w:val="005F4784"/>
    <w:rsid w:val="00601405"/>
    <w:rsid w:val="00604C79"/>
    <w:rsid w:val="00607994"/>
    <w:rsid w:val="00617D32"/>
    <w:rsid w:val="0063496C"/>
    <w:rsid w:val="006350AB"/>
    <w:rsid w:val="006407D2"/>
    <w:rsid w:val="006408C2"/>
    <w:rsid w:val="00644DDE"/>
    <w:rsid w:val="006454DE"/>
    <w:rsid w:val="00645835"/>
    <w:rsid w:val="0064608F"/>
    <w:rsid w:val="00652969"/>
    <w:rsid w:val="00663C2E"/>
    <w:rsid w:val="00673097"/>
    <w:rsid w:val="0067495D"/>
    <w:rsid w:val="00677A01"/>
    <w:rsid w:val="006860C3"/>
    <w:rsid w:val="0068713D"/>
    <w:rsid w:val="00692E8A"/>
    <w:rsid w:val="0069374E"/>
    <w:rsid w:val="006A2A53"/>
    <w:rsid w:val="006A393E"/>
    <w:rsid w:val="006B4589"/>
    <w:rsid w:val="006C1CC5"/>
    <w:rsid w:val="006D13E7"/>
    <w:rsid w:val="006D7448"/>
    <w:rsid w:val="006E0195"/>
    <w:rsid w:val="007004BC"/>
    <w:rsid w:val="0070072A"/>
    <w:rsid w:val="00726115"/>
    <w:rsid w:val="00732D0C"/>
    <w:rsid w:val="00734D8C"/>
    <w:rsid w:val="00737027"/>
    <w:rsid w:val="0075564D"/>
    <w:rsid w:val="00770946"/>
    <w:rsid w:val="00775510"/>
    <w:rsid w:val="00775B7E"/>
    <w:rsid w:val="007813A0"/>
    <w:rsid w:val="00797C2C"/>
    <w:rsid w:val="007A7EA5"/>
    <w:rsid w:val="007B1FF2"/>
    <w:rsid w:val="007B6C9C"/>
    <w:rsid w:val="007B7DB0"/>
    <w:rsid w:val="007C148E"/>
    <w:rsid w:val="007C5B30"/>
    <w:rsid w:val="007D4D7D"/>
    <w:rsid w:val="007D539B"/>
    <w:rsid w:val="007E6E6E"/>
    <w:rsid w:val="007F109B"/>
    <w:rsid w:val="007F4E6D"/>
    <w:rsid w:val="0080010D"/>
    <w:rsid w:val="00821A96"/>
    <w:rsid w:val="00825D55"/>
    <w:rsid w:val="008279E7"/>
    <w:rsid w:val="0083128D"/>
    <w:rsid w:val="0083147C"/>
    <w:rsid w:val="00835071"/>
    <w:rsid w:val="00841EB6"/>
    <w:rsid w:val="008472BA"/>
    <w:rsid w:val="00851410"/>
    <w:rsid w:val="00862829"/>
    <w:rsid w:val="008719D1"/>
    <w:rsid w:val="00883ED4"/>
    <w:rsid w:val="00884EA7"/>
    <w:rsid w:val="0088642B"/>
    <w:rsid w:val="00892FA0"/>
    <w:rsid w:val="008A1027"/>
    <w:rsid w:val="008A14BF"/>
    <w:rsid w:val="008A49DD"/>
    <w:rsid w:val="008B2BDA"/>
    <w:rsid w:val="008B7B51"/>
    <w:rsid w:val="008B7EC0"/>
    <w:rsid w:val="008C5570"/>
    <w:rsid w:val="008D1C20"/>
    <w:rsid w:val="008D602E"/>
    <w:rsid w:val="008F0FE7"/>
    <w:rsid w:val="008F188C"/>
    <w:rsid w:val="008F27E7"/>
    <w:rsid w:val="008F6A1B"/>
    <w:rsid w:val="008F73DE"/>
    <w:rsid w:val="00901955"/>
    <w:rsid w:val="009112EB"/>
    <w:rsid w:val="009116CA"/>
    <w:rsid w:val="00915948"/>
    <w:rsid w:val="009204D4"/>
    <w:rsid w:val="00923AF8"/>
    <w:rsid w:val="009252BF"/>
    <w:rsid w:val="009321CB"/>
    <w:rsid w:val="009347FF"/>
    <w:rsid w:val="009370A4"/>
    <w:rsid w:val="00940815"/>
    <w:rsid w:val="00942E74"/>
    <w:rsid w:val="009511F2"/>
    <w:rsid w:val="00960776"/>
    <w:rsid w:val="009648B3"/>
    <w:rsid w:val="00966E0D"/>
    <w:rsid w:val="00967E23"/>
    <w:rsid w:val="009866E2"/>
    <w:rsid w:val="00992107"/>
    <w:rsid w:val="009A1079"/>
    <w:rsid w:val="009A37D3"/>
    <w:rsid w:val="009A4DCC"/>
    <w:rsid w:val="009B3C47"/>
    <w:rsid w:val="009C07FC"/>
    <w:rsid w:val="009C0D88"/>
    <w:rsid w:val="009C7229"/>
    <w:rsid w:val="009E0C25"/>
    <w:rsid w:val="009E19F6"/>
    <w:rsid w:val="009E2892"/>
    <w:rsid w:val="009E3033"/>
    <w:rsid w:val="009E3CAB"/>
    <w:rsid w:val="009E7E92"/>
    <w:rsid w:val="009F2F9F"/>
    <w:rsid w:val="00A036C2"/>
    <w:rsid w:val="00A07610"/>
    <w:rsid w:val="00A112A9"/>
    <w:rsid w:val="00A11C56"/>
    <w:rsid w:val="00A163F4"/>
    <w:rsid w:val="00A174A1"/>
    <w:rsid w:val="00A23081"/>
    <w:rsid w:val="00A2613C"/>
    <w:rsid w:val="00A27211"/>
    <w:rsid w:val="00A3196C"/>
    <w:rsid w:val="00A357C4"/>
    <w:rsid w:val="00A37632"/>
    <w:rsid w:val="00A40FA0"/>
    <w:rsid w:val="00A55E6E"/>
    <w:rsid w:val="00A5731D"/>
    <w:rsid w:val="00A61E03"/>
    <w:rsid w:val="00A64E5D"/>
    <w:rsid w:val="00A74650"/>
    <w:rsid w:val="00A926CF"/>
    <w:rsid w:val="00A94D80"/>
    <w:rsid w:val="00A96A30"/>
    <w:rsid w:val="00AA42F0"/>
    <w:rsid w:val="00AA5C78"/>
    <w:rsid w:val="00AA74BB"/>
    <w:rsid w:val="00AB4070"/>
    <w:rsid w:val="00AB73E0"/>
    <w:rsid w:val="00AC5DEF"/>
    <w:rsid w:val="00AC714F"/>
    <w:rsid w:val="00AD1032"/>
    <w:rsid w:val="00AD2BBC"/>
    <w:rsid w:val="00AD674B"/>
    <w:rsid w:val="00AD6E1E"/>
    <w:rsid w:val="00AE0EC1"/>
    <w:rsid w:val="00AE15DD"/>
    <w:rsid w:val="00AE6798"/>
    <w:rsid w:val="00AF05A2"/>
    <w:rsid w:val="00AF471F"/>
    <w:rsid w:val="00B02357"/>
    <w:rsid w:val="00B05BF9"/>
    <w:rsid w:val="00B077C8"/>
    <w:rsid w:val="00B11429"/>
    <w:rsid w:val="00B122AC"/>
    <w:rsid w:val="00B15B9E"/>
    <w:rsid w:val="00B20365"/>
    <w:rsid w:val="00B30A1C"/>
    <w:rsid w:val="00B343EC"/>
    <w:rsid w:val="00B37051"/>
    <w:rsid w:val="00B40152"/>
    <w:rsid w:val="00B426D6"/>
    <w:rsid w:val="00B43302"/>
    <w:rsid w:val="00B45AEE"/>
    <w:rsid w:val="00B47D9B"/>
    <w:rsid w:val="00B56E31"/>
    <w:rsid w:val="00B629B3"/>
    <w:rsid w:val="00B74331"/>
    <w:rsid w:val="00B77C2C"/>
    <w:rsid w:val="00B84401"/>
    <w:rsid w:val="00B93305"/>
    <w:rsid w:val="00BB5812"/>
    <w:rsid w:val="00BB5AC3"/>
    <w:rsid w:val="00BB5E5A"/>
    <w:rsid w:val="00BB6277"/>
    <w:rsid w:val="00BB7474"/>
    <w:rsid w:val="00BC26E3"/>
    <w:rsid w:val="00BC691F"/>
    <w:rsid w:val="00BC6A47"/>
    <w:rsid w:val="00BD7E62"/>
    <w:rsid w:val="00BE3FC6"/>
    <w:rsid w:val="00BF1020"/>
    <w:rsid w:val="00BF4374"/>
    <w:rsid w:val="00BF5681"/>
    <w:rsid w:val="00C15B43"/>
    <w:rsid w:val="00C17105"/>
    <w:rsid w:val="00C17434"/>
    <w:rsid w:val="00C45C6D"/>
    <w:rsid w:val="00C46C68"/>
    <w:rsid w:val="00C542D7"/>
    <w:rsid w:val="00C5688E"/>
    <w:rsid w:val="00C56BD1"/>
    <w:rsid w:val="00C638DF"/>
    <w:rsid w:val="00C64772"/>
    <w:rsid w:val="00C65694"/>
    <w:rsid w:val="00C71DA2"/>
    <w:rsid w:val="00C774B7"/>
    <w:rsid w:val="00C77A1C"/>
    <w:rsid w:val="00C84E44"/>
    <w:rsid w:val="00C87D84"/>
    <w:rsid w:val="00C94F16"/>
    <w:rsid w:val="00CA1C81"/>
    <w:rsid w:val="00CA203E"/>
    <w:rsid w:val="00CC0E03"/>
    <w:rsid w:val="00CC72F7"/>
    <w:rsid w:val="00CE5E5A"/>
    <w:rsid w:val="00CE6A33"/>
    <w:rsid w:val="00CF537B"/>
    <w:rsid w:val="00D01532"/>
    <w:rsid w:val="00D2389A"/>
    <w:rsid w:val="00D31A15"/>
    <w:rsid w:val="00D37D42"/>
    <w:rsid w:val="00D528C9"/>
    <w:rsid w:val="00D55227"/>
    <w:rsid w:val="00D73859"/>
    <w:rsid w:val="00D80A4B"/>
    <w:rsid w:val="00D81021"/>
    <w:rsid w:val="00D81600"/>
    <w:rsid w:val="00D84069"/>
    <w:rsid w:val="00D843C2"/>
    <w:rsid w:val="00D93B8E"/>
    <w:rsid w:val="00DA14D0"/>
    <w:rsid w:val="00DA41B6"/>
    <w:rsid w:val="00DA76A6"/>
    <w:rsid w:val="00DB1993"/>
    <w:rsid w:val="00DB5E03"/>
    <w:rsid w:val="00DC08BD"/>
    <w:rsid w:val="00DC4E70"/>
    <w:rsid w:val="00DE09F1"/>
    <w:rsid w:val="00DE3211"/>
    <w:rsid w:val="00DE5395"/>
    <w:rsid w:val="00DE5579"/>
    <w:rsid w:val="00DE779E"/>
    <w:rsid w:val="00DF6584"/>
    <w:rsid w:val="00E00CF1"/>
    <w:rsid w:val="00E077F1"/>
    <w:rsid w:val="00E1081D"/>
    <w:rsid w:val="00E117C9"/>
    <w:rsid w:val="00E1353F"/>
    <w:rsid w:val="00E166E4"/>
    <w:rsid w:val="00E1737E"/>
    <w:rsid w:val="00E25E7C"/>
    <w:rsid w:val="00E26C39"/>
    <w:rsid w:val="00E36453"/>
    <w:rsid w:val="00E377EE"/>
    <w:rsid w:val="00E47DC6"/>
    <w:rsid w:val="00E526D7"/>
    <w:rsid w:val="00E83E5C"/>
    <w:rsid w:val="00E946B6"/>
    <w:rsid w:val="00E95B14"/>
    <w:rsid w:val="00EA2A36"/>
    <w:rsid w:val="00EB0026"/>
    <w:rsid w:val="00EB1BF9"/>
    <w:rsid w:val="00EB2B75"/>
    <w:rsid w:val="00EB713B"/>
    <w:rsid w:val="00EC759B"/>
    <w:rsid w:val="00ED22AE"/>
    <w:rsid w:val="00EE4AC5"/>
    <w:rsid w:val="00EE5476"/>
    <w:rsid w:val="00EF3338"/>
    <w:rsid w:val="00F002A7"/>
    <w:rsid w:val="00F04932"/>
    <w:rsid w:val="00F06E23"/>
    <w:rsid w:val="00F177D1"/>
    <w:rsid w:val="00F17D63"/>
    <w:rsid w:val="00F241EE"/>
    <w:rsid w:val="00F26123"/>
    <w:rsid w:val="00F30BC2"/>
    <w:rsid w:val="00F316FB"/>
    <w:rsid w:val="00F414AB"/>
    <w:rsid w:val="00F42546"/>
    <w:rsid w:val="00F44DD7"/>
    <w:rsid w:val="00F729C1"/>
    <w:rsid w:val="00F72BE9"/>
    <w:rsid w:val="00F74458"/>
    <w:rsid w:val="00F81B90"/>
    <w:rsid w:val="00F9702D"/>
    <w:rsid w:val="00FB080A"/>
    <w:rsid w:val="00FB1CEC"/>
    <w:rsid w:val="00FB2EF6"/>
    <w:rsid w:val="00FB42E1"/>
    <w:rsid w:val="00FD2C36"/>
    <w:rsid w:val="00FD485B"/>
    <w:rsid w:val="00FE0110"/>
    <w:rsid w:val="00FF0D4C"/>
    <w:rsid w:val="00FF47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49924E2"/>
  <w15:chartTrackingRefBased/>
  <w15:docId w15:val="{5718333E-5497-466E-812A-57D25C663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w:eastAsia="游明朝" w:hAnsi="游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E4AC5"/>
    <w:pPr>
      <w:tabs>
        <w:tab w:val="center" w:pos="4252"/>
        <w:tab w:val="right" w:pos="8504"/>
      </w:tabs>
      <w:snapToGrid w:val="0"/>
    </w:pPr>
  </w:style>
  <w:style w:type="character" w:customStyle="1" w:styleId="a4">
    <w:name w:val="ヘッダー (文字)"/>
    <w:link w:val="a3"/>
    <w:uiPriority w:val="99"/>
    <w:rsid w:val="00EE4AC5"/>
    <w:rPr>
      <w:kern w:val="2"/>
      <w:sz w:val="21"/>
      <w:szCs w:val="22"/>
    </w:rPr>
  </w:style>
  <w:style w:type="paragraph" w:styleId="a5">
    <w:name w:val="footer"/>
    <w:basedOn w:val="a"/>
    <w:link w:val="a6"/>
    <w:uiPriority w:val="99"/>
    <w:unhideWhenUsed/>
    <w:rsid w:val="00EE4AC5"/>
    <w:pPr>
      <w:tabs>
        <w:tab w:val="center" w:pos="4252"/>
        <w:tab w:val="right" w:pos="8504"/>
      </w:tabs>
      <w:snapToGrid w:val="0"/>
    </w:pPr>
  </w:style>
  <w:style w:type="character" w:customStyle="1" w:styleId="a6">
    <w:name w:val="フッター (文字)"/>
    <w:link w:val="a5"/>
    <w:uiPriority w:val="99"/>
    <w:rsid w:val="00EE4AC5"/>
    <w:rPr>
      <w:kern w:val="2"/>
      <w:sz w:val="21"/>
      <w:szCs w:val="22"/>
    </w:rPr>
  </w:style>
  <w:style w:type="table" w:styleId="a7">
    <w:name w:val="Table Grid"/>
    <w:basedOn w:val="a1"/>
    <w:uiPriority w:val="39"/>
    <w:rsid w:val="006408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デフォルト"/>
    <w:rsid w:val="006408C2"/>
    <w:pPr>
      <w:pBdr>
        <w:top w:val="nil"/>
        <w:left w:val="nil"/>
        <w:bottom w:val="nil"/>
        <w:right w:val="nil"/>
        <w:between w:val="nil"/>
        <w:bar w:val="nil"/>
      </w:pBdr>
    </w:pPr>
    <w:rPr>
      <w:rFonts w:ascii="Arial Unicode MS" w:eastAsia="ヒラギノ角ゴ ProN W3" w:hAnsi="Arial Unicode MS" w:cs="Arial Unicode MS" w:hint="eastAsia"/>
      <w:color w:val="000000"/>
      <w:sz w:val="22"/>
      <w:szCs w:val="22"/>
      <w:bdr w:val="nil"/>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4029;&#23947;&#26786;\Desktop\&#32887;&#21209;&#32076;&#27508;&#26360;\&#32887;&#21209;&#32076;&#27508;&#26360;&#65288;&#21942;&#26989;&#65289;.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職務経歴書（営業）</Template>
  <TotalTime>1</TotalTime>
  <Pages>2</Pages>
  <Words>202</Words>
  <Characters>1154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川嶋 梢</dc:creator>
  <cp:keywords/>
  <dc:description/>
  <cp:lastModifiedBy>川嶋　梢</cp:lastModifiedBy>
  <cp:revision>1</cp:revision>
  <dcterms:created xsi:type="dcterms:W3CDTF">2021-07-29T16:37:00Z</dcterms:created>
  <dcterms:modified xsi:type="dcterms:W3CDTF">2021-07-29T16:38:00Z</dcterms:modified>
</cp:coreProperties>
</file>